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734CE" w14:textId="77777777" w:rsidR="006E5D65" w:rsidRPr="00036663" w:rsidRDefault="00017EA8" w:rsidP="00017EA8">
      <w:pPr>
        <w:spacing w:line="240" w:lineRule="auto"/>
        <w:jc w:val="right"/>
        <w:rPr>
          <w:rFonts w:ascii="Corbel" w:hAnsi="Corbel"/>
          <w:bCs/>
          <w:i/>
        </w:rPr>
      </w:pPr>
      <w:r w:rsidRPr="00036663">
        <w:rPr>
          <w:rFonts w:ascii="Corbel" w:hAnsi="Corbel"/>
          <w:bCs/>
          <w:i/>
        </w:rPr>
        <w:t>Załącznik nr 1.5 do Zarządzenia Rektora UR  nr 12/2019</w:t>
      </w:r>
    </w:p>
    <w:p w14:paraId="6891AB0F" w14:textId="77777777" w:rsidR="0085747A" w:rsidRPr="0003666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36663">
        <w:rPr>
          <w:rFonts w:ascii="Corbel" w:hAnsi="Corbel"/>
          <w:b/>
          <w:smallCaps/>
          <w:sz w:val="24"/>
          <w:szCs w:val="24"/>
        </w:rPr>
        <w:t>SYLABUS</w:t>
      </w:r>
    </w:p>
    <w:p w14:paraId="375C51C4" w14:textId="77777777" w:rsidR="0085747A" w:rsidRPr="00036663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36663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36663">
        <w:rPr>
          <w:rFonts w:ascii="Corbel" w:hAnsi="Corbel"/>
          <w:b/>
          <w:smallCaps/>
          <w:sz w:val="24"/>
          <w:szCs w:val="24"/>
        </w:rPr>
        <w:t xml:space="preserve"> </w:t>
      </w:r>
      <w:r w:rsidR="00914966" w:rsidRPr="00036663">
        <w:rPr>
          <w:rFonts w:ascii="Corbel" w:hAnsi="Corbel"/>
          <w:i/>
          <w:smallCaps/>
          <w:sz w:val="24"/>
          <w:szCs w:val="24"/>
        </w:rPr>
        <w:t>20</w:t>
      </w:r>
      <w:r w:rsidR="00521227">
        <w:rPr>
          <w:rFonts w:ascii="Corbel" w:hAnsi="Corbel"/>
          <w:i/>
          <w:smallCaps/>
          <w:sz w:val="24"/>
          <w:szCs w:val="24"/>
        </w:rPr>
        <w:t>19</w:t>
      </w:r>
      <w:r w:rsidR="00914966" w:rsidRPr="00036663">
        <w:rPr>
          <w:rFonts w:ascii="Corbel" w:hAnsi="Corbel"/>
          <w:i/>
          <w:smallCaps/>
          <w:sz w:val="24"/>
          <w:szCs w:val="24"/>
        </w:rPr>
        <w:t>-202</w:t>
      </w:r>
      <w:r w:rsidR="00521227">
        <w:rPr>
          <w:rFonts w:ascii="Corbel" w:hAnsi="Corbel"/>
          <w:i/>
          <w:smallCaps/>
          <w:sz w:val="24"/>
          <w:szCs w:val="24"/>
        </w:rPr>
        <w:t>2</w:t>
      </w:r>
    </w:p>
    <w:p w14:paraId="6BB99495" w14:textId="77777777" w:rsidR="0085747A" w:rsidRPr="00036663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036663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036663">
        <w:rPr>
          <w:rFonts w:ascii="Corbel" w:hAnsi="Corbel"/>
          <w:i/>
          <w:sz w:val="20"/>
          <w:szCs w:val="20"/>
        </w:rPr>
        <w:t>(skrajne daty</w:t>
      </w:r>
      <w:r w:rsidR="0085747A" w:rsidRPr="00036663">
        <w:rPr>
          <w:rFonts w:ascii="Corbel" w:hAnsi="Corbel"/>
          <w:sz w:val="20"/>
          <w:szCs w:val="20"/>
        </w:rPr>
        <w:t>)</w:t>
      </w:r>
    </w:p>
    <w:p w14:paraId="498603CD" w14:textId="77777777" w:rsidR="00445970" w:rsidRPr="00036663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036663">
        <w:rPr>
          <w:rFonts w:ascii="Corbel" w:hAnsi="Corbel"/>
          <w:sz w:val="20"/>
          <w:szCs w:val="20"/>
        </w:rPr>
        <w:tab/>
      </w:r>
      <w:r w:rsidRPr="00036663">
        <w:rPr>
          <w:rFonts w:ascii="Corbel" w:hAnsi="Corbel"/>
          <w:sz w:val="20"/>
          <w:szCs w:val="20"/>
        </w:rPr>
        <w:tab/>
      </w:r>
      <w:r w:rsidRPr="00036663">
        <w:rPr>
          <w:rFonts w:ascii="Corbel" w:hAnsi="Corbel"/>
          <w:sz w:val="20"/>
          <w:szCs w:val="20"/>
        </w:rPr>
        <w:tab/>
      </w:r>
      <w:r w:rsidRPr="00036663">
        <w:rPr>
          <w:rFonts w:ascii="Corbel" w:hAnsi="Corbel"/>
          <w:sz w:val="20"/>
          <w:szCs w:val="20"/>
        </w:rPr>
        <w:tab/>
        <w:t>R</w:t>
      </w:r>
      <w:r w:rsidR="00914966" w:rsidRPr="00036663">
        <w:rPr>
          <w:rFonts w:ascii="Corbel" w:hAnsi="Corbel"/>
          <w:sz w:val="20"/>
          <w:szCs w:val="20"/>
        </w:rPr>
        <w:t>ok akademicki   202</w:t>
      </w:r>
      <w:r w:rsidR="00521227">
        <w:rPr>
          <w:rFonts w:ascii="Corbel" w:hAnsi="Corbel"/>
          <w:sz w:val="20"/>
          <w:szCs w:val="20"/>
        </w:rPr>
        <w:t>0</w:t>
      </w:r>
      <w:r w:rsidR="00914966" w:rsidRPr="00036663">
        <w:rPr>
          <w:rFonts w:ascii="Corbel" w:hAnsi="Corbel"/>
          <w:sz w:val="20"/>
          <w:szCs w:val="20"/>
        </w:rPr>
        <w:t>-202</w:t>
      </w:r>
      <w:r w:rsidR="00521227">
        <w:rPr>
          <w:rFonts w:ascii="Corbel" w:hAnsi="Corbel"/>
          <w:sz w:val="20"/>
          <w:szCs w:val="20"/>
        </w:rPr>
        <w:t>1</w:t>
      </w:r>
    </w:p>
    <w:p w14:paraId="354CAA10" w14:textId="77777777" w:rsidR="0085747A" w:rsidRPr="0003666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24F271" w14:textId="77777777" w:rsidR="0085747A" w:rsidRPr="0003666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36663">
        <w:rPr>
          <w:rFonts w:ascii="Corbel" w:hAnsi="Corbel"/>
          <w:szCs w:val="24"/>
        </w:rPr>
        <w:t xml:space="preserve">1. </w:t>
      </w:r>
      <w:r w:rsidR="0085747A" w:rsidRPr="00036663">
        <w:rPr>
          <w:rFonts w:ascii="Corbel" w:hAnsi="Corbel"/>
          <w:szCs w:val="24"/>
        </w:rPr>
        <w:t xml:space="preserve">Podstawowe </w:t>
      </w:r>
      <w:r w:rsidR="00445970" w:rsidRPr="0003666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36663" w14:paraId="105222DA" w14:textId="77777777" w:rsidTr="00B819C8">
        <w:tc>
          <w:tcPr>
            <w:tcW w:w="2694" w:type="dxa"/>
            <w:vAlign w:val="center"/>
          </w:tcPr>
          <w:p w14:paraId="7975AF97" w14:textId="77777777" w:rsidR="0085747A" w:rsidRPr="0003666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DE2C31" w14:textId="77777777" w:rsidR="0085747A" w:rsidRPr="00036663" w:rsidRDefault="00BE49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color w:val="auto"/>
                <w:sz w:val="24"/>
                <w:szCs w:val="24"/>
              </w:rPr>
              <w:t>Rozwiązywanie problemów i kwestii społecznych</w:t>
            </w:r>
          </w:p>
        </w:tc>
      </w:tr>
      <w:tr w:rsidR="0085747A" w:rsidRPr="00036663" w14:paraId="4EAF229B" w14:textId="77777777" w:rsidTr="00B819C8">
        <w:tc>
          <w:tcPr>
            <w:tcW w:w="2694" w:type="dxa"/>
            <w:vAlign w:val="center"/>
          </w:tcPr>
          <w:p w14:paraId="3A0FD0E0" w14:textId="77777777" w:rsidR="0085747A" w:rsidRPr="0003666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3666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BCCE663" w14:textId="77777777" w:rsidR="0085747A" w:rsidRPr="00036663" w:rsidRDefault="00BE49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color w:val="auto"/>
                <w:sz w:val="24"/>
                <w:szCs w:val="24"/>
              </w:rPr>
              <w:t>P1S[4]0_05</w:t>
            </w:r>
          </w:p>
        </w:tc>
      </w:tr>
      <w:tr w:rsidR="0085747A" w:rsidRPr="00036663" w14:paraId="3376A705" w14:textId="77777777" w:rsidTr="00B819C8">
        <w:tc>
          <w:tcPr>
            <w:tcW w:w="2694" w:type="dxa"/>
            <w:vAlign w:val="center"/>
          </w:tcPr>
          <w:p w14:paraId="2FCF6874" w14:textId="77777777" w:rsidR="0085747A" w:rsidRPr="00036663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03666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E7034E" w14:textId="77777777" w:rsidR="0085747A" w:rsidRPr="00036663" w:rsidRDefault="00C533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036663" w14:paraId="7AC0F94B" w14:textId="77777777" w:rsidTr="00B819C8">
        <w:tc>
          <w:tcPr>
            <w:tcW w:w="2694" w:type="dxa"/>
            <w:vAlign w:val="center"/>
          </w:tcPr>
          <w:p w14:paraId="69F242EE" w14:textId="77777777" w:rsidR="0085747A" w:rsidRPr="000366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DFE95AE" w14:textId="77777777" w:rsidR="0085747A" w:rsidRPr="00036663" w:rsidRDefault="00017E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036663" w14:paraId="2E13C18F" w14:textId="77777777" w:rsidTr="00B819C8">
        <w:tc>
          <w:tcPr>
            <w:tcW w:w="2694" w:type="dxa"/>
            <w:vAlign w:val="center"/>
          </w:tcPr>
          <w:p w14:paraId="58289E37" w14:textId="77777777" w:rsidR="0085747A" w:rsidRPr="000366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94A9A72" w14:textId="77777777" w:rsidR="0085747A" w:rsidRPr="00036663" w:rsidRDefault="00BE49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036663" w14:paraId="0605E41A" w14:textId="77777777" w:rsidTr="00B819C8">
        <w:tc>
          <w:tcPr>
            <w:tcW w:w="2694" w:type="dxa"/>
            <w:vAlign w:val="center"/>
          </w:tcPr>
          <w:p w14:paraId="46F562FD" w14:textId="77777777" w:rsidR="0085747A" w:rsidRPr="0003666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EE36E28" w14:textId="77777777" w:rsidR="0085747A" w:rsidRPr="00036663" w:rsidRDefault="00C533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036663" w14:paraId="46445642" w14:textId="77777777" w:rsidTr="00B819C8">
        <w:tc>
          <w:tcPr>
            <w:tcW w:w="2694" w:type="dxa"/>
            <w:vAlign w:val="center"/>
          </w:tcPr>
          <w:p w14:paraId="2B0C7EAE" w14:textId="77777777" w:rsidR="0085747A" w:rsidRPr="000366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64ACC2" w14:textId="77777777" w:rsidR="0085747A" w:rsidRPr="00036663" w:rsidRDefault="00BC7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036663" w14:paraId="52EE0C51" w14:textId="77777777" w:rsidTr="00B819C8">
        <w:tc>
          <w:tcPr>
            <w:tcW w:w="2694" w:type="dxa"/>
            <w:vAlign w:val="center"/>
          </w:tcPr>
          <w:p w14:paraId="46ADFC44" w14:textId="77777777" w:rsidR="0085747A" w:rsidRPr="000366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B391D3" w14:textId="77777777" w:rsidR="0085747A" w:rsidRPr="00036663" w:rsidRDefault="00C533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036663" w14:paraId="7CCF22EE" w14:textId="77777777" w:rsidTr="00B819C8">
        <w:tc>
          <w:tcPr>
            <w:tcW w:w="2694" w:type="dxa"/>
            <w:vAlign w:val="center"/>
          </w:tcPr>
          <w:p w14:paraId="115B4FE7" w14:textId="77777777" w:rsidR="0085747A" w:rsidRPr="000366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36663">
              <w:rPr>
                <w:rFonts w:ascii="Corbel" w:hAnsi="Corbel"/>
                <w:sz w:val="24"/>
                <w:szCs w:val="24"/>
              </w:rPr>
              <w:t>/y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715078A" w14:textId="77777777" w:rsidR="0085747A" w:rsidRPr="00036663" w:rsidRDefault="00017E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sz w:val="24"/>
                <w:szCs w:val="24"/>
              </w:rPr>
              <w:t>Rok 2, semestr IV</w:t>
            </w:r>
          </w:p>
        </w:tc>
      </w:tr>
      <w:tr w:rsidR="0085747A" w:rsidRPr="00036663" w14:paraId="1AC7BD87" w14:textId="77777777" w:rsidTr="00B819C8">
        <w:tc>
          <w:tcPr>
            <w:tcW w:w="2694" w:type="dxa"/>
            <w:vAlign w:val="center"/>
          </w:tcPr>
          <w:p w14:paraId="317BF095" w14:textId="77777777" w:rsidR="0085747A" w:rsidRPr="000366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AC96229" w14:textId="77777777" w:rsidR="0085747A" w:rsidRPr="00036663" w:rsidRDefault="00BE49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036663" w14:paraId="2E44BEC3" w14:textId="77777777" w:rsidTr="00B819C8">
        <w:tc>
          <w:tcPr>
            <w:tcW w:w="2694" w:type="dxa"/>
            <w:vAlign w:val="center"/>
          </w:tcPr>
          <w:p w14:paraId="7BBE969E" w14:textId="77777777" w:rsidR="00923D7D" w:rsidRPr="0003666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9A51C8A" w14:textId="77777777" w:rsidR="00923D7D" w:rsidRPr="00036663" w:rsidRDefault="00BC7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036663" w14:paraId="474764A9" w14:textId="77777777" w:rsidTr="00B819C8">
        <w:tc>
          <w:tcPr>
            <w:tcW w:w="2694" w:type="dxa"/>
            <w:vAlign w:val="center"/>
          </w:tcPr>
          <w:p w14:paraId="1E571682" w14:textId="77777777" w:rsidR="0085747A" w:rsidRPr="000366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E0740A3" w14:textId="77777777" w:rsidR="0085747A" w:rsidRPr="00036663" w:rsidRDefault="00BC7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sz w:val="24"/>
                <w:szCs w:val="24"/>
              </w:rPr>
              <w:t xml:space="preserve"> Arkadiusz Tuziak </w:t>
            </w:r>
          </w:p>
        </w:tc>
      </w:tr>
      <w:tr w:rsidR="0085747A" w:rsidRPr="00036663" w14:paraId="2ACC01CE" w14:textId="77777777" w:rsidTr="00B819C8">
        <w:tc>
          <w:tcPr>
            <w:tcW w:w="2694" w:type="dxa"/>
            <w:vAlign w:val="center"/>
          </w:tcPr>
          <w:p w14:paraId="18ED911F" w14:textId="77777777" w:rsidR="0085747A" w:rsidRPr="000366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E5110D" w14:textId="77777777" w:rsidR="0085747A" w:rsidRPr="00036663" w:rsidRDefault="00BC77C8" w:rsidP="00BE49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sz w:val="24"/>
                <w:szCs w:val="24"/>
              </w:rPr>
              <w:t xml:space="preserve">Arkadiusz Tuziak </w:t>
            </w:r>
          </w:p>
        </w:tc>
      </w:tr>
    </w:tbl>
    <w:p w14:paraId="6F6E0CD5" w14:textId="77777777" w:rsidR="0085747A" w:rsidRPr="0003666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36663">
        <w:rPr>
          <w:rFonts w:ascii="Corbel" w:hAnsi="Corbel"/>
          <w:sz w:val="24"/>
          <w:szCs w:val="24"/>
        </w:rPr>
        <w:t xml:space="preserve">* </w:t>
      </w:r>
      <w:r w:rsidRPr="00036663">
        <w:rPr>
          <w:rFonts w:ascii="Corbel" w:hAnsi="Corbel"/>
          <w:i/>
          <w:sz w:val="24"/>
          <w:szCs w:val="24"/>
        </w:rPr>
        <w:t>-</w:t>
      </w:r>
      <w:r w:rsidR="00B90885" w:rsidRPr="0003666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36663">
        <w:rPr>
          <w:rFonts w:ascii="Corbel" w:hAnsi="Corbel"/>
          <w:b w:val="0"/>
          <w:sz w:val="24"/>
          <w:szCs w:val="24"/>
        </w:rPr>
        <w:t>e,</w:t>
      </w:r>
      <w:r w:rsidRPr="00036663">
        <w:rPr>
          <w:rFonts w:ascii="Corbel" w:hAnsi="Corbel"/>
          <w:i/>
          <w:sz w:val="24"/>
          <w:szCs w:val="24"/>
        </w:rPr>
        <w:t xml:space="preserve"> </w:t>
      </w:r>
      <w:r w:rsidRPr="0003666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36663">
        <w:rPr>
          <w:rFonts w:ascii="Corbel" w:hAnsi="Corbel"/>
          <w:b w:val="0"/>
          <w:i/>
          <w:sz w:val="24"/>
          <w:szCs w:val="24"/>
        </w:rPr>
        <w:t>w Jednostce</w:t>
      </w:r>
    </w:p>
    <w:p w14:paraId="6BEF2EC7" w14:textId="77777777" w:rsidR="00923D7D" w:rsidRPr="0003666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E27B9B" w14:textId="77777777" w:rsidR="0085747A" w:rsidRPr="0003666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36663">
        <w:rPr>
          <w:rFonts w:ascii="Corbel" w:hAnsi="Corbel"/>
          <w:sz w:val="24"/>
          <w:szCs w:val="24"/>
        </w:rPr>
        <w:t>1.</w:t>
      </w:r>
      <w:r w:rsidR="00E22FBC" w:rsidRPr="00036663">
        <w:rPr>
          <w:rFonts w:ascii="Corbel" w:hAnsi="Corbel"/>
          <w:sz w:val="24"/>
          <w:szCs w:val="24"/>
        </w:rPr>
        <w:t>1</w:t>
      </w:r>
      <w:r w:rsidRPr="0003666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8ACD820" w14:textId="77777777" w:rsidR="00923D7D" w:rsidRPr="0003666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036663" w14:paraId="12F9539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3645" w14:textId="77777777" w:rsidR="00015B8F" w:rsidRPr="000366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6663">
              <w:rPr>
                <w:rFonts w:ascii="Corbel" w:hAnsi="Corbel"/>
                <w:szCs w:val="24"/>
              </w:rPr>
              <w:t>Semestr</w:t>
            </w:r>
          </w:p>
          <w:p w14:paraId="15EAA540" w14:textId="77777777" w:rsidR="00015B8F" w:rsidRPr="0003666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6663">
              <w:rPr>
                <w:rFonts w:ascii="Corbel" w:hAnsi="Corbel"/>
                <w:szCs w:val="24"/>
              </w:rPr>
              <w:t>(</w:t>
            </w:r>
            <w:r w:rsidR="00363F78" w:rsidRPr="0003666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233DB" w14:textId="77777777" w:rsidR="00015B8F" w:rsidRPr="000366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6663">
              <w:rPr>
                <w:rFonts w:ascii="Corbel" w:hAnsi="Corbel"/>
                <w:szCs w:val="24"/>
              </w:rPr>
              <w:t>Wykł</w:t>
            </w:r>
            <w:proofErr w:type="spellEnd"/>
            <w:r w:rsidRPr="000366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4DD2" w14:textId="77777777" w:rsidR="00015B8F" w:rsidRPr="000366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666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25564" w14:textId="77777777" w:rsidR="00015B8F" w:rsidRPr="000366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6663">
              <w:rPr>
                <w:rFonts w:ascii="Corbel" w:hAnsi="Corbel"/>
                <w:szCs w:val="24"/>
              </w:rPr>
              <w:t>Konw</w:t>
            </w:r>
            <w:proofErr w:type="spellEnd"/>
            <w:r w:rsidRPr="000366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2D0F2" w14:textId="77777777" w:rsidR="00015B8F" w:rsidRPr="000366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666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691E1" w14:textId="77777777" w:rsidR="00015B8F" w:rsidRPr="000366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6663">
              <w:rPr>
                <w:rFonts w:ascii="Corbel" w:hAnsi="Corbel"/>
                <w:szCs w:val="24"/>
              </w:rPr>
              <w:t>Sem</w:t>
            </w:r>
            <w:proofErr w:type="spellEnd"/>
            <w:r w:rsidRPr="000366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746E5" w14:textId="77777777" w:rsidR="00015B8F" w:rsidRPr="000366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666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79716" w14:textId="77777777" w:rsidR="00015B8F" w:rsidRPr="000366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6663">
              <w:rPr>
                <w:rFonts w:ascii="Corbel" w:hAnsi="Corbel"/>
                <w:szCs w:val="24"/>
              </w:rPr>
              <w:t>Prakt</w:t>
            </w:r>
            <w:proofErr w:type="spellEnd"/>
            <w:r w:rsidRPr="000366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BDCF0" w14:textId="77777777" w:rsidR="00015B8F" w:rsidRPr="000366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666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7DB00" w14:textId="77777777" w:rsidR="00015B8F" w:rsidRPr="000366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36663">
              <w:rPr>
                <w:rFonts w:ascii="Corbel" w:hAnsi="Corbel"/>
                <w:b/>
                <w:szCs w:val="24"/>
              </w:rPr>
              <w:t>Liczba pkt</w:t>
            </w:r>
            <w:r w:rsidR="00B90885" w:rsidRPr="00036663">
              <w:rPr>
                <w:rFonts w:ascii="Corbel" w:hAnsi="Corbel"/>
                <w:b/>
                <w:szCs w:val="24"/>
              </w:rPr>
              <w:t>.</w:t>
            </w:r>
            <w:r w:rsidRPr="0003666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036663" w14:paraId="7094BF8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7683" w14:textId="77777777" w:rsidR="00015B8F" w:rsidRPr="00036663" w:rsidRDefault="00BC77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A1FBB" w14:textId="77777777" w:rsidR="00015B8F" w:rsidRPr="0003666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4637" w14:textId="77777777" w:rsidR="00015B8F" w:rsidRPr="0003666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9182" w14:textId="77777777" w:rsidR="00015B8F" w:rsidRPr="00036663" w:rsidRDefault="00BC77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506CA" w14:textId="77777777" w:rsidR="00015B8F" w:rsidRPr="0003666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22FB4" w14:textId="77777777" w:rsidR="00015B8F" w:rsidRPr="0003666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CC855" w14:textId="77777777" w:rsidR="00015B8F" w:rsidRPr="0003666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E4AB5" w14:textId="77777777" w:rsidR="00015B8F" w:rsidRPr="0003666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4D5E6" w14:textId="77777777" w:rsidR="00015B8F" w:rsidRPr="0003666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EB1B8" w14:textId="77777777" w:rsidR="00015B8F" w:rsidRPr="00036663" w:rsidRDefault="00BE49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584763D" w14:textId="77777777" w:rsidR="00923D7D" w:rsidRPr="0003666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B8ADB2" w14:textId="77777777" w:rsidR="00923D7D" w:rsidRPr="0003666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EC4D98" w14:textId="77777777" w:rsidR="0085747A" w:rsidRPr="0003666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36663">
        <w:rPr>
          <w:rFonts w:ascii="Corbel" w:hAnsi="Corbel"/>
          <w:smallCaps w:val="0"/>
          <w:szCs w:val="24"/>
        </w:rPr>
        <w:t>1.</w:t>
      </w:r>
      <w:r w:rsidR="00E22FBC" w:rsidRPr="00036663">
        <w:rPr>
          <w:rFonts w:ascii="Corbel" w:hAnsi="Corbel"/>
          <w:smallCaps w:val="0"/>
          <w:szCs w:val="24"/>
        </w:rPr>
        <w:t>2</w:t>
      </w:r>
      <w:r w:rsidR="00F83B28" w:rsidRPr="00036663">
        <w:rPr>
          <w:rFonts w:ascii="Corbel" w:hAnsi="Corbel"/>
          <w:smallCaps w:val="0"/>
          <w:szCs w:val="24"/>
        </w:rPr>
        <w:t>.</w:t>
      </w:r>
      <w:r w:rsidR="00F83B28" w:rsidRPr="00036663">
        <w:rPr>
          <w:rFonts w:ascii="Corbel" w:hAnsi="Corbel"/>
          <w:smallCaps w:val="0"/>
          <w:szCs w:val="24"/>
        </w:rPr>
        <w:tab/>
      </w:r>
      <w:r w:rsidRPr="00036663">
        <w:rPr>
          <w:rFonts w:ascii="Corbel" w:hAnsi="Corbel"/>
          <w:smallCaps w:val="0"/>
          <w:szCs w:val="24"/>
        </w:rPr>
        <w:t xml:space="preserve">Sposób realizacji zajęć  </w:t>
      </w:r>
    </w:p>
    <w:p w14:paraId="4C69A872" w14:textId="77777777" w:rsidR="008A5D81" w:rsidRPr="00036663" w:rsidRDefault="00017EA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36663">
        <w:rPr>
          <w:rFonts w:ascii="Corbel" w:hAnsi="Corbel"/>
          <w:b w:val="0"/>
          <w:smallCaps w:val="0"/>
          <w:szCs w:val="24"/>
        </w:rPr>
        <w:t xml:space="preserve">X </w:t>
      </w:r>
      <w:r w:rsidR="00153141" w:rsidRPr="00036663">
        <w:rPr>
          <w:rFonts w:ascii="Corbel" w:hAnsi="Corbel"/>
          <w:b w:val="0"/>
          <w:smallCaps w:val="0"/>
          <w:szCs w:val="24"/>
        </w:rPr>
        <w:t xml:space="preserve"> </w:t>
      </w:r>
      <w:r w:rsidR="008A5D81" w:rsidRPr="00036663">
        <w:rPr>
          <w:rFonts w:ascii="Corbel" w:hAnsi="Corbel"/>
          <w:b w:val="0"/>
          <w:smallCaps w:val="0"/>
          <w:szCs w:val="24"/>
        </w:rPr>
        <w:t>zajęcia realizowane w formie tradycyjnej</w:t>
      </w:r>
    </w:p>
    <w:p w14:paraId="0C6FEA4B" w14:textId="77777777" w:rsidR="0085747A" w:rsidRPr="00036663" w:rsidRDefault="0015314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36663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  <w:r w:rsidR="0085747A" w:rsidRPr="00036663">
        <w:rPr>
          <w:rFonts w:ascii="Corbel" w:hAnsi="Corbel"/>
          <w:b w:val="0"/>
          <w:smallCaps w:val="0"/>
          <w:szCs w:val="24"/>
        </w:rPr>
        <w:t xml:space="preserve"> </w:t>
      </w:r>
    </w:p>
    <w:p w14:paraId="3C7C00A9" w14:textId="77777777" w:rsidR="0085747A" w:rsidRPr="0003666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7C321CD2" w14:textId="77777777" w:rsidR="00E22FBC" w:rsidRPr="0003666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36663">
        <w:rPr>
          <w:rFonts w:ascii="Corbel" w:hAnsi="Corbel"/>
          <w:smallCaps w:val="0"/>
          <w:szCs w:val="24"/>
        </w:rPr>
        <w:t xml:space="preserve">1.3 </w:t>
      </w:r>
      <w:r w:rsidR="00F83B28" w:rsidRPr="00036663">
        <w:rPr>
          <w:rFonts w:ascii="Corbel" w:hAnsi="Corbel"/>
          <w:smallCaps w:val="0"/>
          <w:szCs w:val="24"/>
        </w:rPr>
        <w:tab/>
      </w:r>
      <w:r w:rsidRPr="00036663">
        <w:rPr>
          <w:rFonts w:ascii="Corbel" w:hAnsi="Corbel"/>
          <w:smallCaps w:val="0"/>
          <w:szCs w:val="24"/>
        </w:rPr>
        <w:t>For</w:t>
      </w:r>
      <w:r w:rsidR="00445970" w:rsidRPr="00036663">
        <w:rPr>
          <w:rFonts w:ascii="Corbel" w:hAnsi="Corbel"/>
          <w:smallCaps w:val="0"/>
          <w:szCs w:val="24"/>
        </w:rPr>
        <w:t xml:space="preserve">ma zaliczenia przedmiotu </w:t>
      </w:r>
      <w:r w:rsidRPr="00036663">
        <w:rPr>
          <w:rFonts w:ascii="Corbel" w:hAnsi="Corbel"/>
          <w:smallCaps w:val="0"/>
          <w:szCs w:val="24"/>
        </w:rPr>
        <w:t xml:space="preserve"> (z toku) </w:t>
      </w:r>
      <w:r w:rsidRPr="0003666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988A4CB" w14:textId="77777777" w:rsidR="009C54AE" w:rsidRPr="00036663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26C700" w14:textId="77777777" w:rsidR="00E960BB" w:rsidRPr="00036663" w:rsidRDefault="00913DD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036663">
        <w:rPr>
          <w:rFonts w:ascii="Corbel" w:hAnsi="Corbel"/>
          <w:b w:val="0"/>
          <w:szCs w:val="24"/>
        </w:rPr>
        <w:t>zaliczenie z oceną</w:t>
      </w:r>
    </w:p>
    <w:p w14:paraId="3CAD413D" w14:textId="77777777" w:rsidR="00E960BB" w:rsidRPr="0003666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3666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36663" w14:paraId="3FA6B8FC" w14:textId="77777777" w:rsidTr="00745302">
        <w:tc>
          <w:tcPr>
            <w:tcW w:w="9670" w:type="dxa"/>
          </w:tcPr>
          <w:p w14:paraId="5DAC8CE9" w14:textId="77777777" w:rsidR="0085747A" w:rsidRPr="00036663" w:rsidRDefault="009E02FA" w:rsidP="009E02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1F07E9" w:rsidRPr="00036663">
              <w:rPr>
                <w:rFonts w:ascii="Corbel" w:hAnsi="Corbel"/>
                <w:b w:val="0"/>
                <w:smallCaps w:val="0"/>
                <w:szCs w:val="24"/>
              </w:rPr>
              <w:t>odstawowa wiedza z zakresu problemów i kwestii społecznych, pomocy społecznej i polityki społecznej</w:t>
            </w:r>
          </w:p>
        </w:tc>
      </w:tr>
    </w:tbl>
    <w:p w14:paraId="7A137C6D" w14:textId="77777777" w:rsidR="00153C41" w:rsidRPr="0003666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995C7B" w14:textId="77777777" w:rsidR="0085747A" w:rsidRPr="0003666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36663">
        <w:rPr>
          <w:rFonts w:ascii="Corbel" w:hAnsi="Corbel"/>
          <w:szCs w:val="24"/>
        </w:rPr>
        <w:t>3.</w:t>
      </w:r>
      <w:r w:rsidR="0085747A" w:rsidRPr="00036663">
        <w:rPr>
          <w:rFonts w:ascii="Corbel" w:hAnsi="Corbel"/>
          <w:szCs w:val="24"/>
        </w:rPr>
        <w:t xml:space="preserve"> </w:t>
      </w:r>
      <w:r w:rsidR="00A84C85" w:rsidRPr="00036663">
        <w:rPr>
          <w:rFonts w:ascii="Corbel" w:hAnsi="Corbel"/>
          <w:szCs w:val="24"/>
        </w:rPr>
        <w:t>cele, efekty uczenia się</w:t>
      </w:r>
      <w:r w:rsidR="0085747A" w:rsidRPr="00036663">
        <w:rPr>
          <w:rFonts w:ascii="Corbel" w:hAnsi="Corbel"/>
          <w:szCs w:val="24"/>
        </w:rPr>
        <w:t xml:space="preserve"> , treści Programowe i stosowane metody Dydaktyczne</w:t>
      </w:r>
    </w:p>
    <w:p w14:paraId="0E7DB054" w14:textId="77777777" w:rsidR="0085747A" w:rsidRPr="0003666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E25199" w14:textId="77777777" w:rsidR="0085747A" w:rsidRPr="0003666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36663">
        <w:rPr>
          <w:rFonts w:ascii="Corbel" w:hAnsi="Corbel"/>
          <w:sz w:val="24"/>
          <w:szCs w:val="24"/>
        </w:rPr>
        <w:t xml:space="preserve">3.1 </w:t>
      </w:r>
      <w:r w:rsidR="00C05F44" w:rsidRPr="00036663">
        <w:rPr>
          <w:rFonts w:ascii="Corbel" w:hAnsi="Corbel"/>
          <w:sz w:val="24"/>
          <w:szCs w:val="24"/>
        </w:rPr>
        <w:t>Cele przedmiotu</w:t>
      </w:r>
    </w:p>
    <w:p w14:paraId="33610E35" w14:textId="77777777" w:rsidR="00F83B28" w:rsidRPr="0003666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036663" w14:paraId="7B03DA4C" w14:textId="77777777" w:rsidTr="00923D7D">
        <w:tc>
          <w:tcPr>
            <w:tcW w:w="851" w:type="dxa"/>
            <w:vAlign w:val="center"/>
          </w:tcPr>
          <w:p w14:paraId="2D6AE6DD" w14:textId="77777777" w:rsidR="0085747A" w:rsidRPr="0003666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9277D6E" w14:textId="77777777" w:rsidR="0085747A" w:rsidRPr="00036663" w:rsidRDefault="001F07E9" w:rsidP="00BC7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 w:cs="Calibri"/>
                <w:b w:val="0"/>
                <w:szCs w:val="24"/>
              </w:rPr>
              <w:t>Zdobycie wiedzy w zakresie podstawowych problemów społecznych</w:t>
            </w:r>
          </w:p>
        </w:tc>
      </w:tr>
      <w:tr w:rsidR="0085747A" w:rsidRPr="00036663" w14:paraId="203DCBAC" w14:textId="77777777" w:rsidTr="00923D7D">
        <w:tc>
          <w:tcPr>
            <w:tcW w:w="851" w:type="dxa"/>
            <w:vAlign w:val="center"/>
          </w:tcPr>
          <w:p w14:paraId="5DDA80D5" w14:textId="77777777" w:rsidR="0085747A" w:rsidRPr="00036663" w:rsidRDefault="00BC77C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8D4286" w14:textId="77777777" w:rsidR="0085747A" w:rsidRPr="00036663" w:rsidRDefault="001F07E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 w:cs="Calibri"/>
                <w:b w:val="0"/>
                <w:szCs w:val="24"/>
              </w:rPr>
              <w:t>Wskazanie sposobów i mechanizmów ich rozwiązywania</w:t>
            </w:r>
          </w:p>
        </w:tc>
      </w:tr>
      <w:tr w:rsidR="001F07E9" w:rsidRPr="00036663" w14:paraId="40E51022" w14:textId="77777777" w:rsidTr="00923D7D">
        <w:tc>
          <w:tcPr>
            <w:tcW w:w="851" w:type="dxa"/>
            <w:vAlign w:val="center"/>
          </w:tcPr>
          <w:p w14:paraId="7DBB59C6" w14:textId="77777777" w:rsidR="001F07E9" w:rsidRPr="00036663" w:rsidRDefault="001F07E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7700E66" w14:textId="77777777" w:rsidR="001F07E9" w:rsidRPr="00036663" w:rsidRDefault="001F07E9" w:rsidP="00913D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 w:cs="Calibri"/>
                <w:b w:val="0"/>
                <w:szCs w:val="24"/>
              </w:rPr>
              <w:t>Wyrobienie umiejętności trafnego diagnozowania problemów społecznych z uwzględnieniem ich zróżnicowania i systemowych uwarunkowań</w:t>
            </w:r>
          </w:p>
        </w:tc>
      </w:tr>
      <w:tr w:rsidR="0085747A" w:rsidRPr="00036663" w14:paraId="4DAED1C4" w14:textId="77777777" w:rsidTr="00923D7D">
        <w:tc>
          <w:tcPr>
            <w:tcW w:w="851" w:type="dxa"/>
            <w:vAlign w:val="center"/>
          </w:tcPr>
          <w:p w14:paraId="2EA8C138" w14:textId="77777777" w:rsidR="0085747A" w:rsidRPr="00036663" w:rsidRDefault="001F07E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B094528" w14:textId="77777777" w:rsidR="0085747A" w:rsidRPr="00036663" w:rsidRDefault="00017EA8" w:rsidP="00913D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 w:cs="Calibri"/>
                <w:b w:val="0"/>
                <w:szCs w:val="24"/>
              </w:rPr>
              <w:t>Wyrobienie u</w:t>
            </w:r>
            <w:r w:rsidR="001F07E9" w:rsidRPr="00036663">
              <w:rPr>
                <w:rFonts w:ascii="Corbel" w:hAnsi="Corbel" w:cs="Calibri"/>
                <w:b w:val="0"/>
                <w:szCs w:val="24"/>
              </w:rPr>
              <w:t>miejętnoś</w:t>
            </w:r>
            <w:r w:rsidRPr="00036663">
              <w:rPr>
                <w:rFonts w:ascii="Corbel" w:hAnsi="Corbel" w:cs="Calibri"/>
                <w:b w:val="0"/>
                <w:szCs w:val="24"/>
              </w:rPr>
              <w:t>ci</w:t>
            </w:r>
            <w:r w:rsidR="001F07E9" w:rsidRPr="00036663">
              <w:rPr>
                <w:rFonts w:ascii="Corbel" w:hAnsi="Corbel" w:cs="Calibri"/>
                <w:b w:val="0"/>
                <w:szCs w:val="24"/>
              </w:rPr>
              <w:t xml:space="preserve"> poszukiwania spójnych kategorii socjologicznych do opisu rzeczywistości społecznej</w:t>
            </w:r>
          </w:p>
        </w:tc>
      </w:tr>
    </w:tbl>
    <w:p w14:paraId="46B23BEC" w14:textId="77777777" w:rsidR="0085747A" w:rsidRPr="000366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EB19FE8" w14:textId="77777777" w:rsidR="001D7B54" w:rsidRPr="0003666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36663">
        <w:rPr>
          <w:rFonts w:ascii="Corbel" w:hAnsi="Corbel"/>
          <w:b/>
          <w:sz w:val="24"/>
          <w:szCs w:val="24"/>
        </w:rPr>
        <w:t xml:space="preserve">3.2 </w:t>
      </w:r>
      <w:r w:rsidR="001D7B54" w:rsidRPr="00036663">
        <w:rPr>
          <w:rFonts w:ascii="Corbel" w:hAnsi="Corbel"/>
          <w:b/>
          <w:sz w:val="24"/>
          <w:szCs w:val="24"/>
        </w:rPr>
        <w:t xml:space="preserve">Efekty </w:t>
      </w:r>
      <w:r w:rsidR="00C05F44" w:rsidRPr="0003666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36663">
        <w:rPr>
          <w:rFonts w:ascii="Corbel" w:hAnsi="Corbel"/>
          <w:b/>
          <w:sz w:val="24"/>
          <w:szCs w:val="24"/>
        </w:rPr>
        <w:t>dla przedmiotu</w:t>
      </w:r>
      <w:r w:rsidR="00445970" w:rsidRPr="00036663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036663" w:rsidRPr="00036663" w14:paraId="5F5791DE" w14:textId="77777777" w:rsidTr="0052306B">
        <w:tc>
          <w:tcPr>
            <w:tcW w:w="1701" w:type="dxa"/>
            <w:vAlign w:val="center"/>
          </w:tcPr>
          <w:p w14:paraId="3F505296" w14:textId="77777777" w:rsidR="00036663" w:rsidRPr="00036663" w:rsidRDefault="00036663" w:rsidP="005230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smallCaps w:val="0"/>
                <w:szCs w:val="24"/>
              </w:rPr>
              <w:t>EK</w:t>
            </w:r>
            <w:r w:rsidRPr="00036663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077D0D07" w14:textId="77777777" w:rsidR="00036663" w:rsidRPr="00036663" w:rsidRDefault="00036663" w:rsidP="005230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6369726C" w14:textId="77777777" w:rsidR="00036663" w:rsidRPr="00036663" w:rsidRDefault="00036663" w:rsidP="005230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3666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36663" w:rsidRPr="00036663" w14:paraId="7E1FAADD" w14:textId="77777777" w:rsidTr="0052306B">
        <w:tc>
          <w:tcPr>
            <w:tcW w:w="1701" w:type="dxa"/>
          </w:tcPr>
          <w:p w14:paraId="3D83DC6C" w14:textId="77777777" w:rsidR="00036663" w:rsidRPr="00036663" w:rsidRDefault="00036663" w:rsidP="005230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3666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6ABEEDC" w14:textId="77777777" w:rsidR="00036663" w:rsidRPr="00036663" w:rsidRDefault="00036663" w:rsidP="005230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Zna terminologię z zakresu problemów i kwestii społecznych</w:t>
            </w:r>
          </w:p>
        </w:tc>
        <w:tc>
          <w:tcPr>
            <w:tcW w:w="1873" w:type="dxa"/>
          </w:tcPr>
          <w:p w14:paraId="0CF71650" w14:textId="77777777" w:rsidR="00036663" w:rsidRPr="00036663" w:rsidRDefault="00036663" w:rsidP="005230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678C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036663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036663" w:rsidRPr="00036663" w14:paraId="0728842D" w14:textId="77777777" w:rsidTr="0052306B">
        <w:tc>
          <w:tcPr>
            <w:tcW w:w="1701" w:type="dxa"/>
          </w:tcPr>
          <w:p w14:paraId="1FEADC25" w14:textId="77777777" w:rsidR="00036663" w:rsidRPr="00036663" w:rsidRDefault="00036663" w:rsidP="005230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00C34A9" w14:textId="77777777" w:rsidR="00036663" w:rsidRPr="00036663" w:rsidRDefault="00036663" w:rsidP="0052306B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036663">
              <w:rPr>
                <w:rFonts w:ascii="Corbel" w:hAnsi="Corbel" w:cs="Calibri"/>
                <w:color w:val="000000"/>
                <w:sz w:val="24"/>
                <w:szCs w:val="24"/>
              </w:rPr>
              <w:t>Zna prawidłowości i zaburzenia więzi społecznych w środowisku lokalnym, w szczególności ich dysfunkcje</w:t>
            </w:r>
          </w:p>
        </w:tc>
        <w:tc>
          <w:tcPr>
            <w:tcW w:w="1873" w:type="dxa"/>
          </w:tcPr>
          <w:p w14:paraId="3F4CFA3B" w14:textId="77777777" w:rsidR="00036663" w:rsidRPr="00036663" w:rsidRDefault="00036663" w:rsidP="005230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678C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036663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036663" w:rsidRPr="00036663" w14:paraId="3082BD47" w14:textId="77777777" w:rsidTr="0052306B">
        <w:tc>
          <w:tcPr>
            <w:tcW w:w="1701" w:type="dxa"/>
          </w:tcPr>
          <w:p w14:paraId="3863648D" w14:textId="77777777" w:rsidR="00036663" w:rsidRPr="00036663" w:rsidRDefault="00036663" w:rsidP="005230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 xml:space="preserve"> EK_03</w:t>
            </w:r>
          </w:p>
        </w:tc>
        <w:tc>
          <w:tcPr>
            <w:tcW w:w="6096" w:type="dxa"/>
          </w:tcPr>
          <w:p w14:paraId="58154386" w14:textId="77777777" w:rsidR="00036663" w:rsidRPr="00036663" w:rsidRDefault="00036663" w:rsidP="0052306B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036663">
              <w:rPr>
                <w:rFonts w:ascii="Corbel" w:hAnsi="Corbel" w:cs="Calibri"/>
                <w:color w:val="000000"/>
                <w:sz w:val="24"/>
                <w:szCs w:val="24"/>
              </w:rPr>
              <w:t>Potrafi prawidłowo interpretować zjawiska społeczne w odniesieniu do problemów i kwestii społecznych i identyfikować ich związek z rolą i zadaniami pracownika socjalnego;  prawidłowo rozróżniać zjawiska społeczne ważne dla procesów generujących problemy i kwestie społeczne</w:t>
            </w:r>
          </w:p>
        </w:tc>
        <w:tc>
          <w:tcPr>
            <w:tcW w:w="1873" w:type="dxa"/>
          </w:tcPr>
          <w:p w14:paraId="42CC3E67" w14:textId="77777777" w:rsidR="00036663" w:rsidRPr="00036663" w:rsidRDefault="00036663" w:rsidP="005230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678C1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036663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036663" w:rsidRPr="00036663" w14:paraId="5EF92905" w14:textId="77777777" w:rsidTr="0052306B">
        <w:tc>
          <w:tcPr>
            <w:tcW w:w="1701" w:type="dxa"/>
          </w:tcPr>
          <w:p w14:paraId="22A407B0" w14:textId="77777777" w:rsidR="00036663" w:rsidRPr="00036663" w:rsidRDefault="00036663" w:rsidP="005230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9C7BBF0" w14:textId="77777777" w:rsidR="00036663" w:rsidRPr="00036663" w:rsidRDefault="00036663" w:rsidP="0052306B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036663">
              <w:rPr>
                <w:rFonts w:ascii="Corbel" w:hAnsi="Corbel" w:cs="Calibri"/>
                <w:color w:val="000000"/>
                <w:sz w:val="24"/>
                <w:szCs w:val="24"/>
              </w:rPr>
              <w:t>Potrafi analizować i innowacyjnie rozwiązywać konkretne problemy społeczne oraz przeciwdziałać wykluczeniu społecznemu proponując w tym zakresie odpowiednie rozstrzygnięcia</w:t>
            </w:r>
          </w:p>
        </w:tc>
        <w:tc>
          <w:tcPr>
            <w:tcW w:w="1873" w:type="dxa"/>
          </w:tcPr>
          <w:p w14:paraId="4E81A73A" w14:textId="77777777" w:rsidR="00036663" w:rsidRPr="00036663" w:rsidRDefault="00036663" w:rsidP="005230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678C1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036663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036663" w:rsidRPr="00036663" w14:paraId="04095D75" w14:textId="77777777" w:rsidTr="0052306B">
        <w:tc>
          <w:tcPr>
            <w:tcW w:w="1701" w:type="dxa"/>
          </w:tcPr>
          <w:p w14:paraId="17A79390" w14:textId="77777777" w:rsidR="00036663" w:rsidRPr="00036663" w:rsidRDefault="00036663" w:rsidP="005230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2D4C0A0" w14:textId="77777777" w:rsidR="00036663" w:rsidRPr="00036663" w:rsidRDefault="00036663" w:rsidP="0052306B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036663">
              <w:rPr>
                <w:rFonts w:ascii="Corbel" w:hAnsi="Corbel" w:cs="Calibri"/>
                <w:color w:val="000000"/>
                <w:sz w:val="24"/>
                <w:szCs w:val="24"/>
              </w:rPr>
              <w:t>Potrafi analizować, uzasadniać i interpretować ludzkie zachowania, ich motywy i konsekwencje (społeczne, kulturowe, prawne i ekonomiczne) w odniesieniu do sposobów i metod rozwiązywania problemów i kwestii społecznych</w:t>
            </w:r>
          </w:p>
        </w:tc>
        <w:tc>
          <w:tcPr>
            <w:tcW w:w="1873" w:type="dxa"/>
          </w:tcPr>
          <w:p w14:paraId="06EE6E47" w14:textId="77777777" w:rsidR="00036663" w:rsidRPr="00036663" w:rsidRDefault="00036663" w:rsidP="005230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678C1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036663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036663" w:rsidRPr="00036663" w14:paraId="04DBBE9C" w14:textId="77777777" w:rsidTr="0052306B">
        <w:tc>
          <w:tcPr>
            <w:tcW w:w="1701" w:type="dxa"/>
          </w:tcPr>
          <w:p w14:paraId="765305CD" w14:textId="77777777" w:rsidR="00036663" w:rsidRPr="00036663" w:rsidRDefault="00036663" w:rsidP="005230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A12816E" w14:textId="77777777" w:rsidR="00036663" w:rsidRPr="00036663" w:rsidRDefault="00036663" w:rsidP="0052306B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036663">
              <w:rPr>
                <w:rFonts w:ascii="Corbel" w:hAnsi="Corbel" w:cs="Calibri"/>
                <w:color w:val="000000"/>
                <w:sz w:val="24"/>
                <w:szCs w:val="24"/>
              </w:rPr>
              <w:t>Posiada umiejętność aktywnego i odpowiedzialnego uczestnictwa w grupach i zespołach zadaniowych; samodzielnego określania i wyznaczania priorytetów w działaniach zespołowych nastawionych na rozwiązywanie problemów i kwestii społecznych</w:t>
            </w:r>
          </w:p>
        </w:tc>
        <w:tc>
          <w:tcPr>
            <w:tcW w:w="1873" w:type="dxa"/>
          </w:tcPr>
          <w:p w14:paraId="62FC51D2" w14:textId="77777777" w:rsidR="00036663" w:rsidRPr="00036663" w:rsidRDefault="00036663" w:rsidP="005230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678C1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036663">
              <w:rPr>
                <w:rFonts w:ascii="Corbel" w:hAnsi="Corbel"/>
                <w:b w:val="0"/>
                <w:smallCaps w:val="0"/>
                <w:szCs w:val="24"/>
              </w:rPr>
              <w:t>18</w:t>
            </w:r>
          </w:p>
        </w:tc>
      </w:tr>
      <w:tr w:rsidR="00036663" w:rsidRPr="00036663" w14:paraId="5FE17BCC" w14:textId="77777777" w:rsidTr="0052306B">
        <w:tc>
          <w:tcPr>
            <w:tcW w:w="1701" w:type="dxa"/>
          </w:tcPr>
          <w:p w14:paraId="7D2C0790" w14:textId="77777777" w:rsidR="00036663" w:rsidRPr="00036663" w:rsidRDefault="00036663" w:rsidP="005230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096" w:type="dxa"/>
          </w:tcPr>
          <w:p w14:paraId="1D2B158D" w14:textId="77777777" w:rsidR="00036663" w:rsidRPr="00036663" w:rsidRDefault="00036663" w:rsidP="0052306B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036663">
              <w:rPr>
                <w:rFonts w:ascii="Corbel" w:hAnsi="Corbel" w:cs="Calibri"/>
                <w:color w:val="000000"/>
                <w:sz w:val="24"/>
                <w:szCs w:val="24"/>
              </w:rPr>
              <w:t>Posiada zdolność organizowania kontaktów z otoczeniem społecznym  oraz współpracy  w zakresie rozwiązywania problemów i kwestii społecznych</w:t>
            </w:r>
          </w:p>
        </w:tc>
        <w:tc>
          <w:tcPr>
            <w:tcW w:w="1873" w:type="dxa"/>
          </w:tcPr>
          <w:p w14:paraId="18E68DFA" w14:textId="77777777" w:rsidR="00036663" w:rsidRPr="00036663" w:rsidRDefault="00036663" w:rsidP="005230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036663" w:rsidRPr="00036663" w14:paraId="3D3D0D7B" w14:textId="77777777" w:rsidTr="0052306B">
        <w:tc>
          <w:tcPr>
            <w:tcW w:w="1701" w:type="dxa"/>
          </w:tcPr>
          <w:p w14:paraId="685721FD" w14:textId="77777777" w:rsidR="00036663" w:rsidRPr="00036663" w:rsidRDefault="00036663" w:rsidP="005230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71BFE1CA" w14:textId="77777777" w:rsidR="00036663" w:rsidRPr="00036663" w:rsidRDefault="00036663" w:rsidP="0052306B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036663">
              <w:rPr>
                <w:rFonts w:ascii="Corbel" w:hAnsi="Corbel" w:cs="Calibri"/>
                <w:color w:val="000000"/>
                <w:sz w:val="24"/>
                <w:szCs w:val="24"/>
              </w:rPr>
              <w:t>Posiada zdolność posługiwania się podstawowymi podejściami teoretycznymi w analizowaniu różnych aspektów ludzkich zachowań w celu diagnozowania, prognozowania oraz formułowania programów działań w zakresie rozwiązywania problemów i kwestii społecznych</w:t>
            </w:r>
          </w:p>
        </w:tc>
        <w:tc>
          <w:tcPr>
            <w:tcW w:w="1873" w:type="dxa"/>
          </w:tcPr>
          <w:p w14:paraId="6945FE63" w14:textId="77777777" w:rsidR="00036663" w:rsidRPr="00036663" w:rsidRDefault="00036663" w:rsidP="005230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6A3B08A3" w14:textId="77777777" w:rsidR="0085747A" w:rsidRPr="0003666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C75710" w14:textId="77777777" w:rsidR="0085747A" w:rsidRPr="0003666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36663">
        <w:rPr>
          <w:rFonts w:ascii="Corbel" w:hAnsi="Corbel"/>
          <w:b/>
          <w:sz w:val="24"/>
          <w:szCs w:val="24"/>
        </w:rPr>
        <w:t>3.3</w:t>
      </w:r>
      <w:r w:rsidR="001D7B54" w:rsidRPr="00036663">
        <w:rPr>
          <w:rFonts w:ascii="Corbel" w:hAnsi="Corbel"/>
          <w:b/>
          <w:sz w:val="24"/>
          <w:szCs w:val="24"/>
        </w:rPr>
        <w:t xml:space="preserve"> </w:t>
      </w:r>
      <w:r w:rsidR="0085747A" w:rsidRPr="00036663">
        <w:rPr>
          <w:rFonts w:ascii="Corbel" w:hAnsi="Corbel"/>
          <w:b/>
          <w:sz w:val="24"/>
          <w:szCs w:val="24"/>
        </w:rPr>
        <w:t>T</w:t>
      </w:r>
      <w:r w:rsidR="001D7B54" w:rsidRPr="00036663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36663">
        <w:rPr>
          <w:rFonts w:ascii="Corbel" w:hAnsi="Corbel"/>
          <w:sz w:val="24"/>
          <w:szCs w:val="24"/>
        </w:rPr>
        <w:t xml:space="preserve">  </w:t>
      </w:r>
    </w:p>
    <w:p w14:paraId="7B63F8B2" w14:textId="77777777" w:rsidR="0085747A" w:rsidRPr="0003666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36663">
        <w:rPr>
          <w:rFonts w:ascii="Corbel" w:hAnsi="Corbel"/>
          <w:sz w:val="24"/>
          <w:szCs w:val="24"/>
        </w:rPr>
        <w:t xml:space="preserve">Problematyka wykładu </w:t>
      </w:r>
    </w:p>
    <w:p w14:paraId="4548B67B" w14:textId="77777777" w:rsidR="00675843" w:rsidRPr="0003666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036663" w14:paraId="78247A0A" w14:textId="77777777" w:rsidTr="00923D7D">
        <w:tc>
          <w:tcPr>
            <w:tcW w:w="9639" w:type="dxa"/>
          </w:tcPr>
          <w:p w14:paraId="118D633B" w14:textId="77777777" w:rsidR="0085747A" w:rsidRPr="0003666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36663" w14:paraId="5D5D235E" w14:textId="77777777" w:rsidTr="00923D7D">
        <w:tc>
          <w:tcPr>
            <w:tcW w:w="9639" w:type="dxa"/>
          </w:tcPr>
          <w:p w14:paraId="2A6AC6E6" w14:textId="77777777" w:rsidR="0085747A" w:rsidRPr="00036663" w:rsidRDefault="0085747A" w:rsidP="00CA24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922C7BB" w14:textId="77777777" w:rsidR="0085747A" w:rsidRPr="0003666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553112" w14:textId="77777777" w:rsidR="0085747A" w:rsidRPr="00036663" w:rsidRDefault="001A10DF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36663">
        <w:rPr>
          <w:rFonts w:ascii="Corbel" w:hAnsi="Corbel"/>
          <w:sz w:val="24"/>
          <w:szCs w:val="24"/>
        </w:rPr>
        <w:t>Problematyka ćwiczeń</w:t>
      </w:r>
      <w:r w:rsidR="0085747A" w:rsidRPr="00036663">
        <w:rPr>
          <w:rFonts w:ascii="Corbel" w:hAnsi="Corbel"/>
          <w:sz w:val="24"/>
          <w:szCs w:val="24"/>
        </w:rPr>
        <w:t xml:space="preserve"> konwersatoryjnych, </w:t>
      </w:r>
    </w:p>
    <w:p w14:paraId="2D4834BD" w14:textId="77777777" w:rsidR="0085747A" w:rsidRPr="0003666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036663" w14:paraId="3D7E1280" w14:textId="77777777" w:rsidTr="00923D7D">
        <w:tc>
          <w:tcPr>
            <w:tcW w:w="9639" w:type="dxa"/>
          </w:tcPr>
          <w:p w14:paraId="461C0F27" w14:textId="77777777" w:rsidR="0085747A" w:rsidRPr="0003666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36663" w14:paraId="2B43D5BB" w14:textId="77777777" w:rsidTr="00923D7D">
        <w:tc>
          <w:tcPr>
            <w:tcW w:w="9639" w:type="dxa"/>
          </w:tcPr>
          <w:p w14:paraId="28988F58" w14:textId="77777777" w:rsidR="00973AFB" w:rsidRPr="00036663" w:rsidRDefault="00973AFB" w:rsidP="00973AF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rbel" w:hAnsi="Corbel" w:cs="DejaVuSans"/>
              </w:rPr>
            </w:pPr>
            <w:r w:rsidRPr="00036663">
              <w:rPr>
                <w:rFonts w:ascii="Corbel" w:hAnsi="Corbel"/>
              </w:rPr>
              <w:t>Zagadnienia wprowadzające. Wprowadzenie w problematykę przedmiotu, omówienie programu zajęć, podanie literatury.</w:t>
            </w:r>
          </w:p>
          <w:p w14:paraId="7FBFEA72" w14:textId="77777777" w:rsidR="00973AFB" w:rsidRPr="00036663" w:rsidRDefault="00973AFB" w:rsidP="00973AF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rbel" w:hAnsi="Corbel" w:cs="DejaVuSans"/>
              </w:rPr>
            </w:pPr>
            <w:r w:rsidRPr="00036663">
              <w:rPr>
                <w:rFonts w:ascii="Corbel" w:hAnsi="Corbel"/>
              </w:rPr>
              <w:t>Problemy i kwestie społeczne – ustalenia pojęciowe i definicyjne</w:t>
            </w:r>
          </w:p>
          <w:p w14:paraId="0092228F" w14:textId="77777777" w:rsidR="00973AFB" w:rsidRPr="00036663" w:rsidRDefault="00973AFB" w:rsidP="00973AF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rbel" w:hAnsi="Corbel" w:cs="DejaVuSans"/>
              </w:rPr>
            </w:pPr>
            <w:r w:rsidRPr="00036663">
              <w:rPr>
                <w:rFonts w:ascii="Corbel" w:hAnsi="Corbel"/>
              </w:rPr>
              <w:t>Rola diagnozy w rozwiązywaniu problemów społecznych</w:t>
            </w:r>
          </w:p>
          <w:p w14:paraId="01448745" w14:textId="77777777" w:rsidR="00973AFB" w:rsidRPr="00036663" w:rsidRDefault="00973AFB" w:rsidP="00973AF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rbel" w:hAnsi="Corbel" w:cs="DejaVuSans"/>
              </w:rPr>
            </w:pPr>
            <w:r w:rsidRPr="00036663">
              <w:rPr>
                <w:rFonts w:ascii="Corbel" w:hAnsi="Corbel"/>
              </w:rPr>
              <w:t>Identyfikacja i charakterystyka problemów społecznych w różnych skalach przestrzennych: lokalnej i regionalnej, krajowej i globalnej</w:t>
            </w:r>
          </w:p>
          <w:p w14:paraId="3D0601D6" w14:textId="77777777" w:rsidR="00973AFB" w:rsidRPr="00036663" w:rsidRDefault="00973AFB" w:rsidP="00973AF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rbel" w:hAnsi="Corbel" w:cs="DejaVuSans"/>
              </w:rPr>
            </w:pPr>
            <w:r w:rsidRPr="00036663">
              <w:rPr>
                <w:rFonts w:ascii="Corbel" w:hAnsi="Corbel"/>
              </w:rPr>
              <w:t>Przyczyny, skutki i przeciwdziałanie marginalizacji i wykluczeniu społecznemu</w:t>
            </w:r>
          </w:p>
          <w:p w14:paraId="2A8154AE" w14:textId="77777777" w:rsidR="00973AFB" w:rsidRPr="00036663" w:rsidRDefault="00973AFB" w:rsidP="00973AF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rbel" w:hAnsi="Corbel" w:cs="DejaVuSans"/>
              </w:rPr>
            </w:pPr>
            <w:r w:rsidRPr="00036663">
              <w:rPr>
                <w:rFonts w:ascii="Corbel" w:hAnsi="Corbel"/>
              </w:rPr>
              <w:t>Formy i sposoby przeciwdziałania problemowi  bezrobocia</w:t>
            </w:r>
          </w:p>
          <w:p w14:paraId="3E9A71F3" w14:textId="77777777" w:rsidR="00973AFB" w:rsidRPr="00036663" w:rsidRDefault="00973AFB" w:rsidP="00973AF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rbel" w:hAnsi="Corbel" w:cs="DejaVuSans"/>
              </w:rPr>
            </w:pPr>
            <w:r w:rsidRPr="00036663">
              <w:rPr>
                <w:rFonts w:ascii="Corbel" w:hAnsi="Corbel"/>
              </w:rPr>
              <w:t>Instytucje pomocy społecznej w walce z biedą, ubóstwem i bezdomnością</w:t>
            </w:r>
          </w:p>
          <w:p w14:paraId="46124FD8" w14:textId="77777777" w:rsidR="00973AFB" w:rsidRPr="00036663" w:rsidRDefault="00973AFB" w:rsidP="00973AF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rbel" w:hAnsi="Corbel" w:cs="DejaVuSans"/>
              </w:rPr>
            </w:pPr>
            <w:r w:rsidRPr="00036663">
              <w:rPr>
                <w:rFonts w:ascii="Corbel" w:hAnsi="Corbel"/>
              </w:rPr>
              <w:t>Infrastruktura społeczna jako narzędzie rozwiązywania problemów społecznych</w:t>
            </w:r>
          </w:p>
          <w:p w14:paraId="478DDFC5" w14:textId="77777777" w:rsidR="00973AFB" w:rsidRPr="00036663" w:rsidRDefault="00973AFB" w:rsidP="00973AF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rbel" w:hAnsi="Corbel" w:cs="DejaVuSans"/>
              </w:rPr>
            </w:pPr>
            <w:r w:rsidRPr="00036663">
              <w:rPr>
                <w:rFonts w:ascii="Corbel" w:hAnsi="Corbel"/>
              </w:rPr>
              <w:t>System ubezpieczeń społecznych</w:t>
            </w:r>
          </w:p>
          <w:p w14:paraId="28CE5B4A" w14:textId="77777777" w:rsidR="00973AFB" w:rsidRPr="00036663" w:rsidRDefault="00973AFB" w:rsidP="00973AF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rbel" w:hAnsi="Corbel" w:cs="DejaVuSans"/>
              </w:rPr>
            </w:pPr>
            <w:r w:rsidRPr="00036663">
              <w:rPr>
                <w:rFonts w:ascii="Corbel" w:hAnsi="Corbel"/>
              </w:rPr>
              <w:t>Przeciwdziałanie zjawiskom patologicznym jako problemom społecznym</w:t>
            </w:r>
          </w:p>
          <w:p w14:paraId="0F90EDBE" w14:textId="77777777" w:rsidR="00973AFB" w:rsidRPr="00036663" w:rsidRDefault="00973AFB" w:rsidP="00973AF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rbel" w:hAnsi="Corbel" w:cs="DejaVuSans"/>
              </w:rPr>
            </w:pPr>
            <w:r w:rsidRPr="00036663">
              <w:rPr>
                <w:rFonts w:ascii="Corbel" w:hAnsi="Corbel"/>
              </w:rPr>
              <w:t>Pomoc społeczna wobec problemu niepełnosprawności</w:t>
            </w:r>
          </w:p>
          <w:p w14:paraId="45FD4CEB" w14:textId="77777777" w:rsidR="00973AFB" w:rsidRPr="00036663" w:rsidRDefault="00973AFB" w:rsidP="00973AF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rbel" w:hAnsi="Corbel" w:cs="DejaVuSans"/>
              </w:rPr>
            </w:pPr>
            <w:r w:rsidRPr="00036663">
              <w:rPr>
                <w:rFonts w:ascii="Corbel" w:hAnsi="Corbel"/>
              </w:rPr>
              <w:t>Rozwiązywanie problemów ludzi starszych</w:t>
            </w:r>
          </w:p>
          <w:p w14:paraId="217CA45F" w14:textId="77777777" w:rsidR="00973AFB" w:rsidRPr="00036663" w:rsidRDefault="00973AFB" w:rsidP="00973AF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rbel" w:hAnsi="Corbel" w:cs="DejaVuSans"/>
              </w:rPr>
            </w:pPr>
            <w:r w:rsidRPr="00036663">
              <w:rPr>
                <w:rFonts w:ascii="Corbel" w:hAnsi="Corbel"/>
              </w:rPr>
              <w:t>Rola domów pomocy społecznej i  pracownika socjalnego w rozwiązywaniu problemów społecznych</w:t>
            </w:r>
          </w:p>
          <w:p w14:paraId="45BA918D" w14:textId="77777777" w:rsidR="00973AFB" w:rsidRPr="00036663" w:rsidRDefault="00973AFB" w:rsidP="00973AF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rbel" w:hAnsi="Corbel" w:cs="DejaVuSans"/>
              </w:rPr>
            </w:pPr>
            <w:r w:rsidRPr="00036663">
              <w:rPr>
                <w:rFonts w:ascii="Corbel" w:hAnsi="Corbel"/>
              </w:rPr>
              <w:t>Instytucje samorządowe i pozarządowe w rozwiązywaniu problemów i kwestii społecznych</w:t>
            </w:r>
          </w:p>
          <w:p w14:paraId="216E9B2D" w14:textId="77777777" w:rsidR="0085747A" w:rsidRPr="00036663" w:rsidRDefault="00973AFB" w:rsidP="00973AF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</w:rPr>
              <w:t>Zaliczenie</w:t>
            </w:r>
          </w:p>
        </w:tc>
      </w:tr>
    </w:tbl>
    <w:p w14:paraId="646B2C3E" w14:textId="77777777" w:rsidR="0085747A" w:rsidRPr="0003666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8D2109" w14:textId="77777777" w:rsidR="0085747A" w:rsidRPr="0003666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36663">
        <w:rPr>
          <w:rFonts w:ascii="Corbel" w:hAnsi="Corbel"/>
          <w:smallCaps w:val="0"/>
          <w:szCs w:val="24"/>
        </w:rPr>
        <w:t>3.4 Metody dydaktyczne</w:t>
      </w:r>
      <w:r w:rsidRPr="00036663">
        <w:rPr>
          <w:rFonts w:ascii="Corbel" w:hAnsi="Corbel"/>
          <w:b w:val="0"/>
          <w:smallCaps w:val="0"/>
          <w:szCs w:val="24"/>
        </w:rPr>
        <w:t xml:space="preserve"> </w:t>
      </w:r>
    </w:p>
    <w:p w14:paraId="0739404C" w14:textId="77777777" w:rsidR="0085747A" w:rsidRPr="000366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6457FC" w14:textId="77777777" w:rsidR="00973AFB" w:rsidRPr="00036663" w:rsidRDefault="00973A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36663">
        <w:rPr>
          <w:rFonts w:ascii="Corbel" w:hAnsi="Corbel"/>
          <w:b w:val="0"/>
          <w:i/>
          <w:smallCaps w:val="0"/>
          <w:szCs w:val="24"/>
        </w:rPr>
        <w:t>Prezentacja</w:t>
      </w:r>
      <w:r w:rsidR="00093E10" w:rsidRPr="00036663">
        <w:rPr>
          <w:rFonts w:ascii="Corbel" w:hAnsi="Corbel"/>
          <w:b w:val="0"/>
          <w:i/>
          <w:smallCaps w:val="0"/>
          <w:szCs w:val="24"/>
        </w:rPr>
        <w:t>,</w:t>
      </w:r>
      <w:r w:rsidR="0051416D" w:rsidRPr="00036663">
        <w:rPr>
          <w:rFonts w:ascii="Corbel" w:hAnsi="Corbel"/>
          <w:b w:val="0"/>
          <w:i/>
          <w:smallCaps w:val="0"/>
          <w:szCs w:val="24"/>
        </w:rPr>
        <w:t xml:space="preserve"> </w:t>
      </w:r>
      <w:r w:rsidR="002B77C8" w:rsidRPr="00036663">
        <w:rPr>
          <w:rFonts w:ascii="Corbel" w:hAnsi="Corbel"/>
          <w:b w:val="0"/>
          <w:i/>
          <w:smallCaps w:val="0"/>
          <w:szCs w:val="24"/>
        </w:rPr>
        <w:t xml:space="preserve">metody kształcenia na odległość, analiza i wykorzystanie  tekstów źródłowych, </w:t>
      </w:r>
      <w:r w:rsidRPr="00036663">
        <w:rPr>
          <w:rFonts w:ascii="Corbel" w:hAnsi="Corbel"/>
          <w:b w:val="0"/>
          <w:i/>
          <w:smallCaps w:val="0"/>
          <w:szCs w:val="24"/>
        </w:rPr>
        <w:t>esej,</w:t>
      </w:r>
      <w:r w:rsidR="00093E10" w:rsidRPr="00036663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036663">
        <w:rPr>
          <w:rFonts w:ascii="Corbel" w:hAnsi="Corbel"/>
          <w:b w:val="0"/>
          <w:i/>
          <w:smallCaps w:val="0"/>
          <w:szCs w:val="24"/>
        </w:rPr>
        <w:t>analiza przypadków, dyskusja, elementy wykładu,</w:t>
      </w:r>
    </w:p>
    <w:p w14:paraId="3690371D" w14:textId="77777777" w:rsidR="00973AFB" w:rsidRPr="00036663" w:rsidRDefault="00973A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14:paraId="559F21D6" w14:textId="77777777" w:rsidR="0085747A" w:rsidRPr="00036663" w:rsidRDefault="00973A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36663">
        <w:rPr>
          <w:rFonts w:ascii="Corbel" w:hAnsi="Corbel"/>
          <w:smallCaps w:val="0"/>
          <w:szCs w:val="24"/>
        </w:rPr>
        <w:t xml:space="preserve"> </w:t>
      </w:r>
      <w:r w:rsidR="00C61DC5" w:rsidRPr="00036663">
        <w:rPr>
          <w:rFonts w:ascii="Corbel" w:hAnsi="Corbel"/>
          <w:smallCaps w:val="0"/>
          <w:szCs w:val="24"/>
        </w:rPr>
        <w:t xml:space="preserve">4. </w:t>
      </w:r>
      <w:r w:rsidR="0085747A" w:rsidRPr="00036663">
        <w:rPr>
          <w:rFonts w:ascii="Corbel" w:hAnsi="Corbel"/>
          <w:smallCaps w:val="0"/>
          <w:szCs w:val="24"/>
        </w:rPr>
        <w:t>METODY I KRYTERIA OCENY</w:t>
      </w:r>
      <w:r w:rsidR="009F4610" w:rsidRPr="00036663">
        <w:rPr>
          <w:rFonts w:ascii="Corbel" w:hAnsi="Corbel"/>
          <w:smallCaps w:val="0"/>
          <w:szCs w:val="24"/>
        </w:rPr>
        <w:t xml:space="preserve"> </w:t>
      </w:r>
    </w:p>
    <w:p w14:paraId="54E1E176" w14:textId="77777777" w:rsidR="00923D7D" w:rsidRPr="0003666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935A15" w14:textId="77777777" w:rsidR="0085747A" w:rsidRPr="0003666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666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36663">
        <w:rPr>
          <w:rFonts w:ascii="Corbel" w:hAnsi="Corbel"/>
          <w:smallCaps w:val="0"/>
          <w:szCs w:val="24"/>
        </w:rPr>
        <w:t>uczenia się</w:t>
      </w:r>
    </w:p>
    <w:p w14:paraId="47F3DF40" w14:textId="77777777" w:rsidR="0085747A" w:rsidRPr="000366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036663" w:rsidRPr="00036663" w14:paraId="6014A1A1" w14:textId="77777777" w:rsidTr="0052306B">
        <w:tc>
          <w:tcPr>
            <w:tcW w:w="1985" w:type="dxa"/>
            <w:vAlign w:val="center"/>
          </w:tcPr>
          <w:p w14:paraId="71C86B65" w14:textId="77777777" w:rsidR="00036663" w:rsidRPr="00036663" w:rsidRDefault="00036663" w:rsidP="005230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0CCF708" w14:textId="77777777" w:rsidR="00036663" w:rsidRPr="00036663" w:rsidRDefault="00036663" w:rsidP="005230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22DB2C4" w14:textId="77777777" w:rsidR="00036663" w:rsidRPr="00036663" w:rsidRDefault="00036663" w:rsidP="005230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E2FE044" w14:textId="77777777" w:rsidR="00036663" w:rsidRPr="00036663" w:rsidRDefault="00036663" w:rsidP="005230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DBB9374" w14:textId="77777777" w:rsidR="00036663" w:rsidRPr="00036663" w:rsidRDefault="00036663" w:rsidP="005230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366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3666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36663" w:rsidRPr="00036663" w14:paraId="4C5135F9" w14:textId="77777777" w:rsidTr="0052306B">
        <w:tc>
          <w:tcPr>
            <w:tcW w:w="1985" w:type="dxa"/>
          </w:tcPr>
          <w:p w14:paraId="12898B30" w14:textId="77777777" w:rsidR="00036663" w:rsidRPr="00036663" w:rsidRDefault="00036663" w:rsidP="005230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3666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3666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1AD60EB" w14:textId="77777777" w:rsidR="00036663" w:rsidRPr="00036663" w:rsidRDefault="00036663" w:rsidP="005230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Ocena Merytoryczna i formalna Prezentacji i esejów</w:t>
            </w:r>
          </w:p>
        </w:tc>
        <w:tc>
          <w:tcPr>
            <w:tcW w:w="2126" w:type="dxa"/>
          </w:tcPr>
          <w:p w14:paraId="336BDEDB" w14:textId="77777777" w:rsidR="00036663" w:rsidRPr="00036663" w:rsidRDefault="00036663" w:rsidP="005230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36663" w:rsidRPr="00036663" w14:paraId="1C43E3EC" w14:textId="77777777" w:rsidTr="0052306B">
        <w:tc>
          <w:tcPr>
            <w:tcW w:w="1985" w:type="dxa"/>
          </w:tcPr>
          <w:p w14:paraId="6290770F" w14:textId="77777777" w:rsidR="00036663" w:rsidRPr="00036663" w:rsidRDefault="00036663" w:rsidP="005230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B345FFA" w14:textId="77777777" w:rsidR="00036663" w:rsidRPr="00036663" w:rsidRDefault="00036663" w:rsidP="005230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ocena Merytoryczna i formalna Prezentacji i esejów</w:t>
            </w:r>
          </w:p>
        </w:tc>
        <w:tc>
          <w:tcPr>
            <w:tcW w:w="2126" w:type="dxa"/>
          </w:tcPr>
          <w:p w14:paraId="0352D862" w14:textId="77777777" w:rsidR="00036663" w:rsidRPr="00036663" w:rsidRDefault="00036663" w:rsidP="005230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36663" w:rsidRPr="00036663" w14:paraId="19F937BF" w14:textId="77777777" w:rsidTr="0052306B">
        <w:tc>
          <w:tcPr>
            <w:tcW w:w="1985" w:type="dxa"/>
          </w:tcPr>
          <w:p w14:paraId="738B90AD" w14:textId="77777777" w:rsidR="00036663" w:rsidRPr="00036663" w:rsidRDefault="00036663" w:rsidP="005230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4C3A39AE" w14:textId="77777777" w:rsidR="00036663" w:rsidRPr="00036663" w:rsidRDefault="00036663" w:rsidP="005230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ocena Merytoryczna i formalna Prezentacji i esejów</w:t>
            </w:r>
          </w:p>
        </w:tc>
        <w:tc>
          <w:tcPr>
            <w:tcW w:w="2126" w:type="dxa"/>
          </w:tcPr>
          <w:p w14:paraId="70C3935D" w14:textId="77777777" w:rsidR="00036663" w:rsidRPr="00036663" w:rsidRDefault="00036663" w:rsidP="005230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36663" w:rsidRPr="00036663" w14:paraId="779DEDC8" w14:textId="77777777" w:rsidTr="0052306B">
        <w:tc>
          <w:tcPr>
            <w:tcW w:w="1985" w:type="dxa"/>
          </w:tcPr>
          <w:p w14:paraId="08DC4FAA" w14:textId="77777777" w:rsidR="00036663" w:rsidRPr="00036663" w:rsidRDefault="00036663" w:rsidP="005230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06E8E5DB" w14:textId="77777777" w:rsidR="00036663" w:rsidRPr="00036663" w:rsidRDefault="00036663" w:rsidP="005230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ocena Merytoryczna i formalna Prezentacji i esejów</w:t>
            </w:r>
          </w:p>
        </w:tc>
        <w:tc>
          <w:tcPr>
            <w:tcW w:w="2126" w:type="dxa"/>
          </w:tcPr>
          <w:p w14:paraId="2FC6C5C5" w14:textId="77777777" w:rsidR="00036663" w:rsidRPr="00036663" w:rsidRDefault="00036663" w:rsidP="005230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36663" w:rsidRPr="00036663" w14:paraId="5B486F14" w14:textId="77777777" w:rsidTr="0052306B">
        <w:tc>
          <w:tcPr>
            <w:tcW w:w="1985" w:type="dxa"/>
          </w:tcPr>
          <w:p w14:paraId="00B7FBFC" w14:textId="77777777" w:rsidR="00036663" w:rsidRPr="00036663" w:rsidRDefault="00036663" w:rsidP="005230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2D4A9C6F" w14:textId="77777777" w:rsidR="00036663" w:rsidRPr="00036663" w:rsidRDefault="00036663" w:rsidP="005230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ocena Merytoryczna i formalna Prezentacji i esejów</w:t>
            </w:r>
          </w:p>
        </w:tc>
        <w:tc>
          <w:tcPr>
            <w:tcW w:w="2126" w:type="dxa"/>
          </w:tcPr>
          <w:p w14:paraId="22601669" w14:textId="77777777" w:rsidR="00036663" w:rsidRPr="00036663" w:rsidRDefault="00036663" w:rsidP="005230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36663" w:rsidRPr="00036663" w14:paraId="000DF943" w14:textId="77777777" w:rsidTr="0052306B">
        <w:tc>
          <w:tcPr>
            <w:tcW w:w="1985" w:type="dxa"/>
          </w:tcPr>
          <w:p w14:paraId="04DA4BEA" w14:textId="77777777" w:rsidR="00036663" w:rsidRPr="00036663" w:rsidRDefault="00036663" w:rsidP="005230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459F128B" w14:textId="77777777" w:rsidR="00036663" w:rsidRPr="00036663" w:rsidRDefault="00036663" w:rsidP="005230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ocena Merytoryczna i formalna Prezentacji i esejów</w:t>
            </w:r>
          </w:p>
        </w:tc>
        <w:tc>
          <w:tcPr>
            <w:tcW w:w="2126" w:type="dxa"/>
          </w:tcPr>
          <w:p w14:paraId="029743BA" w14:textId="77777777" w:rsidR="00036663" w:rsidRPr="00036663" w:rsidRDefault="00036663" w:rsidP="005230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36663" w:rsidRPr="00036663" w14:paraId="240C2A62" w14:textId="77777777" w:rsidTr="0052306B">
        <w:tc>
          <w:tcPr>
            <w:tcW w:w="1985" w:type="dxa"/>
          </w:tcPr>
          <w:p w14:paraId="332025C8" w14:textId="77777777" w:rsidR="00036663" w:rsidRPr="00036663" w:rsidRDefault="00036663" w:rsidP="005230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73563B18" w14:textId="77777777" w:rsidR="00036663" w:rsidRPr="00036663" w:rsidRDefault="00036663" w:rsidP="005230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ocena Merytoryczna i formalna Prezentacji i esejów</w:t>
            </w:r>
          </w:p>
        </w:tc>
        <w:tc>
          <w:tcPr>
            <w:tcW w:w="2126" w:type="dxa"/>
          </w:tcPr>
          <w:p w14:paraId="4E2607F5" w14:textId="77777777" w:rsidR="00036663" w:rsidRPr="00036663" w:rsidRDefault="00036663" w:rsidP="005230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36663" w:rsidRPr="00036663" w14:paraId="1A4E3EA2" w14:textId="77777777" w:rsidTr="0052306B">
        <w:tc>
          <w:tcPr>
            <w:tcW w:w="1985" w:type="dxa"/>
          </w:tcPr>
          <w:p w14:paraId="01C2A60E" w14:textId="77777777" w:rsidR="00036663" w:rsidRPr="00036663" w:rsidRDefault="00036663" w:rsidP="005230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23692042" w14:textId="77777777" w:rsidR="00036663" w:rsidRPr="00036663" w:rsidRDefault="00036663" w:rsidP="005230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ocena Merytoryczna i formalna Prezentacji i esejów</w:t>
            </w:r>
          </w:p>
        </w:tc>
        <w:tc>
          <w:tcPr>
            <w:tcW w:w="2126" w:type="dxa"/>
          </w:tcPr>
          <w:p w14:paraId="13074E29" w14:textId="77777777" w:rsidR="00036663" w:rsidRPr="00036663" w:rsidRDefault="00036663" w:rsidP="005230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46C5881F" w14:textId="77777777" w:rsidR="00923D7D" w:rsidRPr="0003666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03DABD" w14:textId="77777777" w:rsidR="0085747A" w:rsidRPr="0003666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6663">
        <w:rPr>
          <w:rFonts w:ascii="Corbel" w:hAnsi="Corbel"/>
          <w:smallCaps w:val="0"/>
          <w:szCs w:val="24"/>
        </w:rPr>
        <w:t xml:space="preserve">4.2 </w:t>
      </w:r>
      <w:r w:rsidR="0085747A" w:rsidRPr="00036663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36663">
        <w:rPr>
          <w:rFonts w:ascii="Corbel" w:hAnsi="Corbel"/>
          <w:smallCaps w:val="0"/>
          <w:szCs w:val="24"/>
        </w:rPr>
        <w:t xml:space="preserve"> </w:t>
      </w:r>
    </w:p>
    <w:p w14:paraId="65EB5774" w14:textId="77777777" w:rsidR="00923D7D" w:rsidRPr="0003666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36663" w14:paraId="6314A10A" w14:textId="77777777" w:rsidTr="00923D7D">
        <w:tc>
          <w:tcPr>
            <w:tcW w:w="9670" w:type="dxa"/>
          </w:tcPr>
          <w:p w14:paraId="1086F255" w14:textId="77777777" w:rsidR="00923D7D" w:rsidRPr="00036663" w:rsidRDefault="00093E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</w:rPr>
              <w:t xml:space="preserve">Ocena średnia ważona  ocen </w:t>
            </w:r>
            <w:r w:rsidR="0051416D" w:rsidRPr="00036663">
              <w:rPr>
                <w:rFonts w:ascii="Corbel" w:hAnsi="Corbel"/>
                <w:b w:val="0"/>
              </w:rPr>
              <w:t>cząstkowych: Prezentacja – 0,4</w:t>
            </w:r>
            <w:r w:rsidR="00FD4157" w:rsidRPr="00036663">
              <w:rPr>
                <w:rFonts w:ascii="Corbel" w:hAnsi="Corbel"/>
                <w:b w:val="0"/>
              </w:rPr>
              <w:t>;</w:t>
            </w:r>
            <w:r w:rsidR="0051416D" w:rsidRPr="00036663">
              <w:rPr>
                <w:rFonts w:ascii="Corbel" w:hAnsi="Corbel"/>
                <w:b w:val="0"/>
              </w:rPr>
              <w:t xml:space="preserve"> Esej – 0,4; Aktywność w dyskusji – 0,1; Frekwencja i przygotowanie do zajęć – 0,1</w:t>
            </w:r>
          </w:p>
          <w:p w14:paraId="240B5DA7" w14:textId="77777777" w:rsidR="0085747A" w:rsidRPr="000366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972E084" w14:textId="77777777" w:rsidR="0085747A" w:rsidRPr="000366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1BE04D" w14:textId="77777777" w:rsidR="009F4610" w:rsidRPr="0003666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36663">
        <w:rPr>
          <w:rFonts w:ascii="Corbel" w:hAnsi="Corbel"/>
          <w:b/>
          <w:sz w:val="24"/>
          <w:szCs w:val="24"/>
        </w:rPr>
        <w:t xml:space="preserve">5. </w:t>
      </w:r>
      <w:r w:rsidR="00C61DC5" w:rsidRPr="0003666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378B43A" w14:textId="77777777" w:rsidR="0085747A" w:rsidRPr="000366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036663" w14:paraId="76F2647C" w14:textId="77777777" w:rsidTr="003E1941">
        <w:tc>
          <w:tcPr>
            <w:tcW w:w="4962" w:type="dxa"/>
            <w:vAlign w:val="center"/>
          </w:tcPr>
          <w:p w14:paraId="08A6EF23" w14:textId="77777777" w:rsidR="0085747A" w:rsidRPr="0003666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666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3666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3666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730D1EF" w14:textId="77777777" w:rsidR="0085747A" w:rsidRPr="0003666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666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3666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3666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3666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36663" w14:paraId="5BEDE74D" w14:textId="77777777" w:rsidTr="00923D7D">
        <w:tc>
          <w:tcPr>
            <w:tcW w:w="4962" w:type="dxa"/>
          </w:tcPr>
          <w:p w14:paraId="4C05DEC2" w14:textId="77777777" w:rsidR="0085747A" w:rsidRPr="000366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G</w:t>
            </w:r>
            <w:r w:rsidR="0085747A" w:rsidRPr="0003666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3666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3666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36663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036663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03666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03666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83FA01B" w14:textId="77777777" w:rsidR="0085747A" w:rsidRPr="00036663" w:rsidRDefault="00093E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036663" w14:paraId="0D37FCC8" w14:textId="77777777" w:rsidTr="00923D7D">
        <w:tc>
          <w:tcPr>
            <w:tcW w:w="4962" w:type="dxa"/>
          </w:tcPr>
          <w:p w14:paraId="50CF575A" w14:textId="77777777" w:rsidR="00C61DC5" w:rsidRPr="000366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03666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D57047E" w14:textId="77777777" w:rsidR="00C61DC5" w:rsidRPr="000366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E5425B9" w14:textId="77777777" w:rsidR="00C61DC5" w:rsidRPr="00036663" w:rsidRDefault="005141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036663" w14:paraId="193ED5B4" w14:textId="77777777" w:rsidTr="00923D7D">
        <w:tc>
          <w:tcPr>
            <w:tcW w:w="4962" w:type="dxa"/>
          </w:tcPr>
          <w:p w14:paraId="37E93E94" w14:textId="77777777" w:rsidR="0071620A" w:rsidRPr="000366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3666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3666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A1276E8" w14:textId="77777777" w:rsidR="00C61DC5" w:rsidRPr="000366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1684C2C" w14:textId="77777777" w:rsidR="00C61DC5" w:rsidRPr="00036663" w:rsidRDefault="005141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59</w:t>
            </w:r>
          </w:p>
        </w:tc>
      </w:tr>
      <w:tr w:rsidR="0085747A" w:rsidRPr="00036663" w14:paraId="3B90ED00" w14:textId="77777777" w:rsidTr="00923D7D">
        <w:tc>
          <w:tcPr>
            <w:tcW w:w="4962" w:type="dxa"/>
          </w:tcPr>
          <w:p w14:paraId="1A992A31" w14:textId="77777777" w:rsidR="0085747A" w:rsidRPr="0003666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0F469F1" w14:textId="77777777" w:rsidR="0085747A" w:rsidRPr="00036663" w:rsidRDefault="005141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036663" w14:paraId="1049FD75" w14:textId="77777777" w:rsidTr="00923D7D">
        <w:tc>
          <w:tcPr>
            <w:tcW w:w="4962" w:type="dxa"/>
          </w:tcPr>
          <w:p w14:paraId="41E0DBCD" w14:textId="77777777" w:rsidR="0085747A" w:rsidRPr="0003666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3666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5D170B" w14:textId="77777777" w:rsidR="0085747A" w:rsidRPr="00036663" w:rsidRDefault="005141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18D19AB" w14:textId="77777777" w:rsidR="0085747A" w:rsidRPr="0003666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3666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3666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D1E7663" w14:textId="77777777" w:rsidR="003E1941" w:rsidRPr="0003666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B06F76" w14:textId="77777777" w:rsidR="0085747A" w:rsidRPr="0003666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6663">
        <w:rPr>
          <w:rFonts w:ascii="Corbel" w:hAnsi="Corbel"/>
          <w:smallCaps w:val="0"/>
          <w:szCs w:val="24"/>
        </w:rPr>
        <w:t xml:space="preserve">6. </w:t>
      </w:r>
      <w:r w:rsidR="0085747A" w:rsidRPr="00036663">
        <w:rPr>
          <w:rFonts w:ascii="Corbel" w:hAnsi="Corbel"/>
          <w:smallCaps w:val="0"/>
          <w:szCs w:val="24"/>
        </w:rPr>
        <w:t>PRAKTYKI ZAWO</w:t>
      </w:r>
      <w:r w:rsidR="009D3F3B" w:rsidRPr="00036663">
        <w:rPr>
          <w:rFonts w:ascii="Corbel" w:hAnsi="Corbel"/>
          <w:smallCaps w:val="0"/>
          <w:szCs w:val="24"/>
        </w:rPr>
        <w:t>DOWE W RAMACH PRZEDMIOTU</w:t>
      </w:r>
    </w:p>
    <w:p w14:paraId="6FB0C962" w14:textId="77777777" w:rsidR="0085747A" w:rsidRPr="0003666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36663" w14:paraId="5C14C491" w14:textId="77777777" w:rsidTr="0071620A">
        <w:trPr>
          <w:trHeight w:val="397"/>
        </w:trPr>
        <w:tc>
          <w:tcPr>
            <w:tcW w:w="3544" w:type="dxa"/>
          </w:tcPr>
          <w:p w14:paraId="6C2AB00B" w14:textId="77777777" w:rsidR="0085747A" w:rsidRPr="000366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3CB08CC2" w14:textId="77777777" w:rsidR="0085747A" w:rsidRPr="00036663" w:rsidRDefault="00093E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85747A" w:rsidRPr="00036663" w14:paraId="20EFC30C" w14:textId="77777777" w:rsidTr="0071620A">
        <w:trPr>
          <w:trHeight w:val="397"/>
        </w:trPr>
        <w:tc>
          <w:tcPr>
            <w:tcW w:w="3544" w:type="dxa"/>
          </w:tcPr>
          <w:p w14:paraId="23C5E391" w14:textId="77777777" w:rsidR="0085747A" w:rsidRPr="000366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9B7F2EF" w14:textId="77777777" w:rsidR="0085747A" w:rsidRPr="00036663" w:rsidRDefault="00093E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14:paraId="291A5F87" w14:textId="77777777" w:rsidR="003E1941" w:rsidRPr="0003666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CF9269" w14:textId="77777777" w:rsidR="0085747A" w:rsidRPr="0003666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6663">
        <w:rPr>
          <w:rFonts w:ascii="Corbel" w:hAnsi="Corbel"/>
          <w:smallCaps w:val="0"/>
          <w:szCs w:val="24"/>
        </w:rPr>
        <w:t xml:space="preserve">7. </w:t>
      </w:r>
      <w:r w:rsidR="0085747A" w:rsidRPr="00036663">
        <w:rPr>
          <w:rFonts w:ascii="Corbel" w:hAnsi="Corbel"/>
          <w:smallCaps w:val="0"/>
          <w:szCs w:val="24"/>
        </w:rPr>
        <w:t>LITERATURA</w:t>
      </w:r>
      <w:r w:rsidRPr="00036663">
        <w:rPr>
          <w:rFonts w:ascii="Corbel" w:hAnsi="Corbel"/>
          <w:smallCaps w:val="0"/>
          <w:szCs w:val="24"/>
        </w:rPr>
        <w:t xml:space="preserve"> </w:t>
      </w:r>
    </w:p>
    <w:p w14:paraId="7D30B436" w14:textId="77777777" w:rsidR="00675843" w:rsidRPr="0003666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9859DE" w14:textId="77777777" w:rsidR="0085747A" w:rsidRPr="0003666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B5DF0" w:rsidRPr="0052776C" w14:paraId="3F832E93" w14:textId="77777777" w:rsidTr="00E9749E">
        <w:trPr>
          <w:trHeight w:val="397"/>
        </w:trPr>
        <w:tc>
          <w:tcPr>
            <w:tcW w:w="7513" w:type="dxa"/>
          </w:tcPr>
          <w:p w14:paraId="7D22D1BC" w14:textId="77777777" w:rsidR="006B5DF0" w:rsidRPr="00036663" w:rsidRDefault="006B5DF0" w:rsidP="00E974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smallCaps w:val="0"/>
                <w:szCs w:val="24"/>
              </w:rPr>
              <w:t>Literatura podstawowa</w:t>
            </w:r>
            <w:r w:rsidRPr="00036663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3BD51215" w14:textId="77777777" w:rsidR="006B5DF0" w:rsidRDefault="006B5DF0" w:rsidP="00E9749E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Abucewicz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 (2012). </w:t>
            </w:r>
            <w:r w:rsidRPr="00AB6A2A">
              <w:rPr>
                <w:rFonts w:ascii="Corbel" w:hAnsi="Corbel"/>
                <w:i/>
                <w:iCs/>
                <w:sz w:val="24"/>
                <w:szCs w:val="24"/>
              </w:rPr>
              <w:t>Narkomania: problem społeczny w perspektywie konstruktywistycznej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Warszawa: </w:t>
            </w:r>
            <w:r w:rsidRPr="00AB6A2A">
              <w:rPr>
                <w:rFonts w:ascii="Corbel" w:hAnsi="Corbel"/>
                <w:sz w:val="24"/>
                <w:szCs w:val="24"/>
              </w:rPr>
              <w:t>Instytut Profilaktyki Społecznej i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AB6A2A">
              <w:rPr>
                <w:rFonts w:ascii="Corbel" w:hAnsi="Corbel"/>
                <w:sz w:val="24"/>
                <w:szCs w:val="24"/>
              </w:rPr>
              <w:t>Resocjalizacji UW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82381F9" w14:textId="77777777" w:rsidR="006B5DF0" w:rsidRDefault="006B5DF0" w:rsidP="00E9749E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Balcerzak-Paradowska B. Rączaszek A. (2014). </w:t>
            </w:r>
            <w:r w:rsidRPr="0052776C">
              <w:rPr>
                <w:rFonts w:ascii="Corbel" w:hAnsi="Corbel"/>
                <w:i/>
                <w:iCs/>
                <w:sz w:val="24"/>
                <w:szCs w:val="24"/>
              </w:rPr>
              <w:t>Przestrzenne zróżnicowania problemów społecznych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Warszawa-Katowice: Instytut Pracy i Spraw Socjalnych, Uniwersytet Ekonomiczny.</w:t>
            </w:r>
          </w:p>
          <w:p w14:paraId="053E1F34" w14:textId="77777777" w:rsidR="006B5DF0" w:rsidRPr="00036663" w:rsidRDefault="006B5DF0" w:rsidP="00E9749E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36663">
              <w:rPr>
                <w:rFonts w:ascii="Corbel" w:hAnsi="Corbel"/>
                <w:sz w:val="24"/>
                <w:szCs w:val="24"/>
              </w:rPr>
              <w:t>Brove</w:t>
            </w:r>
            <w:proofErr w:type="spellEnd"/>
            <w:r w:rsidRPr="00036663">
              <w:rPr>
                <w:rFonts w:ascii="Corbel" w:hAnsi="Corbel"/>
                <w:sz w:val="24"/>
                <w:szCs w:val="24"/>
              </w:rPr>
              <w:t xml:space="preserve"> K., Herbert M.</w:t>
            </w:r>
            <w:r>
              <w:rPr>
                <w:rFonts w:ascii="Corbel" w:hAnsi="Corbel"/>
                <w:sz w:val="24"/>
                <w:szCs w:val="24"/>
              </w:rPr>
              <w:t xml:space="preserve"> (1999).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2776C">
              <w:rPr>
                <w:rFonts w:ascii="Corbel" w:hAnsi="Corbel"/>
                <w:i/>
                <w:iCs/>
                <w:sz w:val="24"/>
                <w:szCs w:val="24"/>
              </w:rPr>
              <w:t>Zapobieganie przemocy w rodzinie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>: PARPA</w:t>
            </w:r>
            <w:r w:rsidRPr="00036663">
              <w:rPr>
                <w:rFonts w:ascii="Corbel" w:hAnsi="Corbel"/>
                <w:sz w:val="24"/>
                <w:szCs w:val="24"/>
              </w:rPr>
              <w:t>.</w:t>
            </w:r>
          </w:p>
          <w:p w14:paraId="3B3FB72D" w14:textId="77777777" w:rsidR="006B5DF0" w:rsidRPr="00036663" w:rsidRDefault="006B5DF0" w:rsidP="00E9749E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Frysztacki K. (red.). (2019). </w:t>
            </w:r>
            <w:r w:rsidRPr="0052776C">
              <w:rPr>
                <w:rFonts w:ascii="Corbel" w:hAnsi="Corbel"/>
                <w:i/>
                <w:iCs/>
                <w:sz w:val="24"/>
                <w:szCs w:val="24"/>
              </w:rPr>
              <w:t>Praca socjalna. 30 wykładów.</w:t>
            </w:r>
            <w:r>
              <w:rPr>
                <w:rFonts w:ascii="Corbel" w:hAnsi="Corbel"/>
                <w:sz w:val="24"/>
                <w:szCs w:val="24"/>
              </w:rPr>
              <w:t xml:space="preserve"> Warszawa: Wydawnictwo Naukowe PWN.</w:t>
            </w:r>
          </w:p>
          <w:p w14:paraId="16631669" w14:textId="77777777" w:rsidR="006B5DF0" w:rsidRDefault="006B5DF0" w:rsidP="00E9749E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Frysztacki K.</w:t>
            </w:r>
            <w:r>
              <w:rPr>
                <w:rFonts w:ascii="Corbel" w:hAnsi="Corbel"/>
                <w:sz w:val="24"/>
                <w:szCs w:val="24"/>
              </w:rPr>
              <w:t xml:space="preserve"> (2009).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2776C">
              <w:rPr>
                <w:rFonts w:ascii="Corbel" w:hAnsi="Corbel"/>
                <w:i/>
                <w:iCs/>
                <w:sz w:val="24"/>
                <w:szCs w:val="24"/>
              </w:rPr>
              <w:t>Socjologia problemów społecznych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Pr="0052776C">
              <w:rPr>
                <w:rFonts w:ascii="Corbel" w:hAnsi="Corbel"/>
                <w:sz w:val="24"/>
                <w:szCs w:val="24"/>
              </w:rPr>
              <w:t>Warszawa: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036663">
              <w:rPr>
                <w:rFonts w:ascii="Corbel" w:hAnsi="Corbel"/>
                <w:sz w:val="24"/>
                <w:szCs w:val="24"/>
              </w:rPr>
              <w:t>Scholar.</w:t>
            </w:r>
          </w:p>
          <w:p w14:paraId="725F848C" w14:textId="77777777" w:rsidR="006B5DF0" w:rsidRPr="00036663" w:rsidRDefault="006B5DF0" w:rsidP="00E9749E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36663">
              <w:rPr>
                <w:rFonts w:ascii="Corbel" w:hAnsi="Corbel"/>
                <w:sz w:val="24"/>
                <w:szCs w:val="24"/>
              </w:rPr>
              <w:t>Gaberle</w:t>
            </w:r>
            <w:proofErr w:type="spellEnd"/>
            <w:r w:rsidRPr="00036663">
              <w:rPr>
                <w:rFonts w:ascii="Corbel" w:hAnsi="Corbel"/>
                <w:sz w:val="24"/>
                <w:szCs w:val="24"/>
              </w:rPr>
              <w:t xml:space="preserve"> A.</w:t>
            </w:r>
            <w:r>
              <w:rPr>
                <w:rFonts w:ascii="Corbel" w:hAnsi="Corbel"/>
                <w:sz w:val="24"/>
                <w:szCs w:val="24"/>
              </w:rPr>
              <w:t xml:space="preserve"> (1993).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2776C">
              <w:rPr>
                <w:rFonts w:ascii="Corbel" w:hAnsi="Corbel"/>
                <w:i/>
                <w:iCs/>
                <w:sz w:val="24"/>
                <w:szCs w:val="24"/>
              </w:rPr>
              <w:t>Patologia społeczna.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Warszawa: </w:t>
            </w:r>
            <w:r w:rsidRPr="00036663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ydawnictwo Prawnicze.</w:t>
            </w:r>
          </w:p>
          <w:p w14:paraId="556CD6DC" w14:textId="77777777" w:rsidR="006B5DF0" w:rsidRPr="00036663" w:rsidRDefault="006B5DF0" w:rsidP="00E9749E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Kwaśniewski J. (red.)</w:t>
            </w:r>
            <w:r>
              <w:rPr>
                <w:rFonts w:ascii="Corbel" w:hAnsi="Corbel"/>
                <w:sz w:val="24"/>
                <w:szCs w:val="24"/>
              </w:rPr>
              <w:t>. (2006).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2776C">
              <w:rPr>
                <w:rFonts w:ascii="Corbel" w:hAnsi="Corbel"/>
                <w:i/>
                <w:iCs/>
                <w:sz w:val="24"/>
                <w:szCs w:val="24"/>
              </w:rPr>
              <w:t>Badania problemów społecznych</w:t>
            </w:r>
            <w:r w:rsidRPr="00036663">
              <w:rPr>
                <w:rFonts w:ascii="Corbel" w:hAnsi="Corbel"/>
                <w:sz w:val="24"/>
                <w:szCs w:val="24"/>
              </w:rPr>
              <w:t>, Warszawa</w:t>
            </w:r>
            <w:r>
              <w:rPr>
                <w:rFonts w:ascii="Corbel" w:hAnsi="Corbel"/>
                <w:sz w:val="24"/>
                <w:szCs w:val="24"/>
              </w:rPr>
              <w:t>: Instytut Profilaktyki Społecznej i Resocjalizacji.</w:t>
            </w:r>
          </w:p>
          <w:p w14:paraId="4B7B9442" w14:textId="77777777" w:rsidR="006B5DF0" w:rsidRPr="00036663" w:rsidRDefault="006B5DF0" w:rsidP="00E9749E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Pisz Z. (red.)</w:t>
            </w:r>
            <w:r>
              <w:rPr>
                <w:rFonts w:ascii="Corbel" w:hAnsi="Corbel"/>
                <w:sz w:val="24"/>
                <w:szCs w:val="24"/>
              </w:rPr>
              <w:t>. (2002).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2776C">
              <w:rPr>
                <w:rFonts w:ascii="Corbel" w:hAnsi="Corbel"/>
                <w:i/>
                <w:iCs/>
                <w:sz w:val="24"/>
                <w:szCs w:val="24"/>
              </w:rPr>
              <w:t>Zadania społeczne</w:t>
            </w:r>
            <w:r w:rsidRPr="00036663">
              <w:rPr>
                <w:rFonts w:ascii="Corbel" w:hAnsi="Corbel"/>
                <w:sz w:val="24"/>
                <w:szCs w:val="24"/>
              </w:rPr>
              <w:t>, Wrocław</w:t>
            </w:r>
            <w:r>
              <w:rPr>
                <w:rFonts w:ascii="Corbel" w:hAnsi="Corbel"/>
                <w:sz w:val="24"/>
                <w:szCs w:val="24"/>
              </w:rPr>
              <w:t xml:space="preserve">: Wydawnictwo Akademii Ekonomicznej im. Oskara Langego.  </w:t>
            </w:r>
          </w:p>
          <w:p w14:paraId="5EF375C0" w14:textId="77777777" w:rsidR="006B5DF0" w:rsidRPr="004B5B07" w:rsidRDefault="006B5DF0" w:rsidP="00E9749E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4B5B07">
              <w:rPr>
                <w:rFonts w:ascii="Corbel" w:hAnsi="Corbel"/>
                <w:sz w:val="24"/>
                <w:szCs w:val="24"/>
              </w:rPr>
              <w:t>Pokrzywa M., Wilk S. (red.)</w:t>
            </w:r>
            <w:r>
              <w:rPr>
                <w:rFonts w:ascii="Corbel" w:hAnsi="Corbel"/>
                <w:sz w:val="24"/>
                <w:szCs w:val="24"/>
              </w:rPr>
              <w:t>. (2013).</w:t>
            </w:r>
            <w:r w:rsidRPr="004B5B0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2776C">
              <w:rPr>
                <w:rFonts w:ascii="Corbel" w:hAnsi="Corbel"/>
                <w:i/>
                <w:iCs/>
                <w:sz w:val="24"/>
                <w:szCs w:val="24"/>
              </w:rPr>
              <w:t>Wykluczenie społeczne. Diagnoza, wymiary i kierunki badań</w:t>
            </w:r>
            <w:r w:rsidRPr="0052776C">
              <w:rPr>
                <w:rFonts w:ascii="Corbel" w:hAnsi="Corbel"/>
                <w:sz w:val="24"/>
                <w:szCs w:val="24"/>
              </w:rPr>
              <w:t>. Rzeszów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: </w:t>
            </w:r>
            <w:r w:rsidRPr="004B5B07">
              <w:rPr>
                <w:rFonts w:ascii="Corbel" w:hAnsi="Corbel"/>
                <w:sz w:val="24"/>
                <w:szCs w:val="24"/>
              </w:rPr>
              <w:t>Wydawnictwo UR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CF9356B" w14:textId="77777777" w:rsidR="006B5DF0" w:rsidRPr="0052776C" w:rsidRDefault="006B5DF0" w:rsidP="00E9749E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36663">
              <w:rPr>
                <w:rFonts w:ascii="Corbel" w:hAnsi="Corbel"/>
                <w:sz w:val="24"/>
                <w:szCs w:val="24"/>
              </w:rPr>
              <w:t>Szylko</w:t>
            </w:r>
            <w:proofErr w:type="spellEnd"/>
            <w:r w:rsidRPr="00036663">
              <w:rPr>
                <w:rFonts w:ascii="Corbel" w:hAnsi="Corbel"/>
                <w:sz w:val="24"/>
                <w:szCs w:val="24"/>
              </w:rPr>
              <w:t>-Skoczny M. (red.)</w:t>
            </w:r>
            <w:r>
              <w:rPr>
                <w:rFonts w:ascii="Corbel" w:hAnsi="Corbel"/>
                <w:sz w:val="24"/>
                <w:szCs w:val="24"/>
              </w:rPr>
              <w:t>. (1993).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2776C">
              <w:rPr>
                <w:rFonts w:ascii="Corbel" w:hAnsi="Corbel"/>
                <w:i/>
                <w:iCs/>
                <w:sz w:val="24"/>
                <w:szCs w:val="24"/>
              </w:rPr>
              <w:t>Pomoc społeczna wobec zjawiska bezrobocia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52776C">
              <w:rPr>
                <w:rFonts w:ascii="Lato" w:hAnsi="Lato"/>
                <w:color w:val="212121"/>
                <w:shd w:val="clear" w:color="auto" w:fill="FFFFFF"/>
              </w:rPr>
              <w:t xml:space="preserve"> </w:t>
            </w:r>
            <w:r w:rsidRPr="0052776C">
              <w:rPr>
                <w:rFonts w:ascii="Corbel" w:hAnsi="Corbel"/>
                <w:sz w:val="24"/>
                <w:szCs w:val="24"/>
              </w:rPr>
              <w:t>Fundacja im. Friedricha Eberta. Przedstawicielstwo w Polsce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2776C">
              <w:rPr>
                <w:rFonts w:ascii="Corbel" w:hAnsi="Corbel"/>
                <w:sz w:val="24"/>
                <w:szCs w:val="24"/>
              </w:rPr>
              <w:t>Urząd Pracy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B5DF0" w:rsidRPr="00214D63" w14:paraId="36271C66" w14:textId="77777777" w:rsidTr="00E9749E">
        <w:trPr>
          <w:trHeight w:val="397"/>
        </w:trPr>
        <w:tc>
          <w:tcPr>
            <w:tcW w:w="7513" w:type="dxa"/>
          </w:tcPr>
          <w:p w14:paraId="269E9C0A" w14:textId="77777777" w:rsidR="006B5DF0" w:rsidRPr="00036663" w:rsidRDefault="006B5DF0" w:rsidP="00E974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smallCaps w:val="0"/>
                <w:szCs w:val="24"/>
              </w:rPr>
              <w:t>Literatura uzupełniająca</w:t>
            </w:r>
            <w:r w:rsidRPr="00036663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2DD4EEEB" w14:textId="77777777" w:rsidR="006B5DF0" w:rsidRDefault="006B5DF0" w:rsidP="00E9749E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Banach I. (2014). </w:t>
            </w:r>
            <w:r w:rsidRPr="00214D63">
              <w:rPr>
                <w:rFonts w:ascii="Corbel" w:hAnsi="Corbel"/>
                <w:i/>
                <w:iCs/>
                <w:sz w:val="24"/>
                <w:szCs w:val="24"/>
              </w:rPr>
              <w:t>Od integracji do inkluzji: o problemach integracji społecznej osób niepełnosprawnych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 xml:space="preserve">Zielona Góra: Oficyna Wydawnicza Uniwersytetu Zielonogórskiego. </w:t>
            </w:r>
          </w:p>
          <w:p w14:paraId="5CDE8B8E" w14:textId="77777777" w:rsidR="006B5DF0" w:rsidRPr="00036663" w:rsidRDefault="006B5DF0" w:rsidP="00E9749E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Błaszczuk K., Rynkowska D. (2016). </w:t>
            </w:r>
            <w:r w:rsidRPr="00214D63">
              <w:rPr>
                <w:rFonts w:ascii="Corbel" w:hAnsi="Corbel"/>
                <w:i/>
                <w:iCs/>
                <w:sz w:val="24"/>
                <w:szCs w:val="24"/>
              </w:rPr>
              <w:t>Problemy społeczne i opiekuńcze seniorów i ich rodzin, studium socjologiczne na przykładzie pracowników socjalnych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Pr="00214D63">
              <w:rPr>
                <w:rFonts w:ascii="Corbel" w:hAnsi="Corbel"/>
                <w:sz w:val="24"/>
                <w:szCs w:val="24"/>
              </w:rPr>
              <w:t>Rzeszów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: </w:t>
            </w:r>
            <w:r>
              <w:rPr>
                <w:rFonts w:ascii="Corbel" w:hAnsi="Corbel"/>
                <w:sz w:val="24"/>
                <w:szCs w:val="24"/>
              </w:rPr>
              <w:t>Wydawnictwo Uniwersytetu Rzeszowskiego.</w:t>
            </w:r>
          </w:p>
          <w:p w14:paraId="609CACC9" w14:textId="77777777" w:rsidR="006B5DF0" w:rsidRDefault="006B5DF0" w:rsidP="00E9749E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Kowalak T.</w:t>
            </w:r>
            <w:r>
              <w:rPr>
                <w:rFonts w:ascii="Corbel" w:hAnsi="Corbel"/>
                <w:sz w:val="24"/>
                <w:szCs w:val="24"/>
              </w:rPr>
              <w:t xml:space="preserve"> (1998).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14D63">
              <w:rPr>
                <w:rFonts w:ascii="Corbel" w:hAnsi="Corbel"/>
                <w:i/>
                <w:iCs/>
                <w:sz w:val="24"/>
                <w:szCs w:val="24"/>
              </w:rPr>
              <w:t>Marginalność i marginalizacja społeczna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Pr="00036663">
              <w:rPr>
                <w:rFonts w:ascii="Corbel" w:hAnsi="Corbel"/>
                <w:sz w:val="24"/>
                <w:szCs w:val="24"/>
              </w:rPr>
              <w:t>Warszawa</w:t>
            </w:r>
            <w:r>
              <w:rPr>
                <w:rFonts w:ascii="Corbel" w:hAnsi="Corbel"/>
                <w:sz w:val="24"/>
                <w:szCs w:val="24"/>
              </w:rPr>
              <w:t>: Elipsa</w:t>
            </w:r>
            <w:r w:rsidRPr="00036663">
              <w:rPr>
                <w:rFonts w:ascii="Corbel" w:hAnsi="Corbel"/>
                <w:sz w:val="24"/>
                <w:szCs w:val="24"/>
              </w:rPr>
              <w:t>.</w:t>
            </w:r>
          </w:p>
          <w:p w14:paraId="759D91EE" w14:textId="77777777" w:rsidR="006B5DF0" w:rsidRPr="00036663" w:rsidRDefault="006B5DF0" w:rsidP="00E9749E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36663">
              <w:rPr>
                <w:rFonts w:ascii="Corbel" w:hAnsi="Corbel"/>
                <w:sz w:val="24"/>
                <w:szCs w:val="24"/>
              </w:rPr>
              <w:t>Lewenstein</w:t>
            </w:r>
            <w:proofErr w:type="spellEnd"/>
            <w:r w:rsidRPr="00036663">
              <w:rPr>
                <w:rFonts w:ascii="Corbel" w:hAnsi="Corbel"/>
                <w:sz w:val="24"/>
                <w:szCs w:val="24"/>
              </w:rPr>
              <w:t xml:space="preserve"> B., Schindler J., Skrzypiec R. (red.</w:t>
            </w:r>
            <w:r>
              <w:rPr>
                <w:rFonts w:ascii="Corbel" w:hAnsi="Corbel"/>
                <w:sz w:val="24"/>
                <w:szCs w:val="24"/>
              </w:rPr>
              <w:t>). (2010).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14D63">
              <w:rPr>
                <w:rFonts w:ascii="Corbel" w:hAnsi="Corbel"/>
                <w:i/>
                <w:iCs/>
                <w:sz w:val="24"/>
                <w:szCs w:val="24"/>
              </w:rPr>
              <w:t>Partycypacja społeczna i aktywizacja w rozwiązywaniu problemów społeczności lokalnych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Pr="00036663">
              <w:rPr>
                <w:rFonts w:ascii="Corbel" w:hAnsi="Corbel"/>
                <w:sz w:val="24"/>
                <w:szCs w:val="24"/>
              </w:rPr>
              <w:t>Warszawa</w:t>
            </w:r>
            <w:r>
              <w:rPr>
                <w:rFonts w:ascii="Corbel" w:hAnsi="Corbel"/>
                <w:sz w:val="24"/>
                <w:szCs w:val="24"/>
              </w:rPr>
              <w:t>: Wydawnictwo Uniwersytetu Warszawskiego</w:t>
            </w:r>
            <w:r w:rsidRPr="00036663">
              <w:rPr>
                <w:rFonts w:ascii="Corbel" w:hAnsi="Corbel"/>
                <w:sz w:val="24"/>
                <w:szCs w:val="24"/>
              </w:rPr>
              <w:t>.</w:t>
            </w:r>
          </w:p>
          <w:p w14:paraId="38F43B6B" w14:textId="77777777" w:rsidR="006B5DF0" w:rsidRPr="00036663" w:rsidRDefault="006B5DF0" w:rsidP="00E9749E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Ratyński W.</w:t>
            </w:r>
            <w:r>
              <w:rPr>
                <w:rFonts w:ascii="Corbel" w:hAnsi="Corbel"/>
                <w:sz w:val="24"/>
                <w:szCs w:val="24"/>
              </w:rPr>
              <w:t xml:space="preserve"> (2003).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14D63">
              <w:rPr>
                <w:rFonts w:ascii="Corbel" w:hAnsi="Corbel"/>
                <w:i/>
                <w:iCs/>
                <w:sz w:val="24"/>
                <w:szCs w:val="24"/>
              </w:rPr>
              <w:t>Problemy i dylematy polityki społecznej w Polsce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.1, 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036663">
              <w:rPr>
                <w:rFonts w:ascii="Corbel" w:hAnsi="Corbel"/>
                <w:sz w:val="24"/>
                <w:szCs w:val="24"/>
              </w:rPr>
              <w:t>.2,Warszawa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C983757" w14:textId="77777777" w:rsidR="006B5DF0" w:rsidRPr="00036663" w:rsidRDefault="006B5DF0" w:rsidP="00E9749E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Siemaszko A.</w:t>
            </w:r>
            <w:r>
              <w:rPr>
                <w:rFonts w:ascii="Corbel" w:hAnsi="Corbel"/>
                <w:sz w:val="24"/>
                <w:szCs w:val="24"/>
              </w:rPr>
              <w:t xml:space="preserve"> (1993).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14D63">
              <w:rPr>
                <w:rFonts w:ascii="Corbel" w:hAnsi="Corbel"/>
                <w:i/>
                <w:iCs/>
                <w:sz w:val="24"/>
                <w:szCs w:val="24"/>
              </w:rPr>
              <w:t>Granice tolerancji. O teoriach zachowań dewiacyjnych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>: Państwowe Wydawnictwo Naukowe.</w:t>
            </w:r>
          </w:p>
          <w:p w14:paraId="468FB250" w14:textId="77777777" w:rsidR="006B5DF0" w:rsidRPr="00036663" w:rsidRDefault="006B5DF0" w:rsidP="00E9749E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36663">
              <w:rPr>
                <w:rFonts w:ascii="Corbel" w:hAnsi="Corbel"/>
                <w:sz w:val="24"/>
                <w:szCs w:val="24"/>
              </w:rPr>
              <w:t>Skrabacz</w:t>
            </w:r>
            <w:proofErr w:type="spellEnd"/>
            <w:r w:rsidRPr="00036663">
              <w:rPr>
                <w:rFonts w:ascii="Corbel" w:hAnsi="Corbel"/>
                <w:sz w:val="24"/>
                <w:szCs w:val="24"/>
              </w:rPr>
              <w:t xml:space="preserve"> A., Sulowski S. (red.)</w:t>
            </w:r>
            <w:r>
              <w:rPr>
                <w:rFonts w:ascii="Corbel" w:hAnsi="Corbel"/>
                <w:sz w:val="24"/>
                <w:szCs w:val="24"/>
              </w:rPr>
              <w:t>. (2012).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14D63">
              <w:rPr>
                <w:rFonts w:ascii="Corbel" w:hAnsi="Corbel"/>
                <w:i/>
                <w:iCs/>
                <w:sz w:val="24"/>
                <w:szCs w:val="24"/>
              </w:rPr>
              <w:t xml:space="preserve">Bezpieczeństwo Społeczne. </w:t>
            </w:r>
            <w:r w:rsidRPr="00214D63">
              <w:rPr>
                <w:rFonts w:ascii="Corbel" w:hAnsi="Corbel"/>
                <w:i/>
                <w:iCs/>
                <w:sz w:val="24"/>
                <w:szCs w:val="24"/>
              </w:rPr>
              <w:lastRenderedPageBreak/>
              <w:t>Pojęcia. Uwarunkowania. Wyzwania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Warszawa: </w:t>
            </w:r>
            <w:r w:rsidRPr="00036663">
              <w:rPr>
                <w:rFonts w:ascii="Corbel" w:hAnsi="Corbel"/>
                <w:sz w:val="24"/>
                <w:szCs w:val="24"/>
              </w:rPr>
              <w:t>Elipsa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11B87943" w14:textId="77777777" w:rsidR="006B5DF0" w:rsidRPr="00036663" w:rsidRDefault="006B5DF0" w:rsidP="00E9749E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36663">
              <w:rPr>
                <w:rFonts w:ascii="Corbel" w:hAnsi="Corbel"/>
                <w:sz w:val="24"/>
                <w:szCs w:val="24"/>
              </w:rPr>
              <w:t>Szluz</w:t>
            </w:r>
            <w:proofErr w:type="spellEnd"/>
            <w:r w:rsidRPr="00036663">
              <w:rPr>
                <w:rFonts w:ascii="Corbel" w:hAnsi="Corbel"/>
                <w:sz w:val="24"/>
                <w:szCs w:val="24"/>
              </w:rPr>
              <w:t xml:space="preserve"> B.</w:t>
            </w:r>
            <w:r>
              <w:rPr>
                <w:rFonts w:ascii="Corbel" w:hAnsi="Corbel"/>
                <w:sz w:val="24"/>
                <w:szCs w:val="24"/>
              </w:rPr>
              <w:t xml:space="preserve"> (2014).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14D63">
              <w:rPr>
                <w:rFonts w:ascii="Corbel" w:hAnsi="Corbel"/>
                <w:i/>
                <w:iCs/>
                <w:sz w:val="24"/>
                <w:szCs w:val="24"/>
              </w:rPr>
              <w:t>Zjawisko bezdomności w wybranych krajach Unii Europejskiej</w:t>
            </w:r>
            <w:r w:rsidRPr="00214D63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14D63">
              <w:rPr>
                <w:rFonts w:ascii="Corbel" w:hAnsi="Corbel"/>
                <w:sz w:val="24"/>
                <w:szCs w:val="24"/>
              </w:rPr>
              <w:t>Rzeszów: Wydawnictwo Uniwersytetu Rzeszowskiego.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6D10BCC7" w14:textId="77777777" w:rsidR="006B5DF0" w:rsidRPr="00214D63" w:rsidRDefault="006B5DF0" w:rsidP="00E9749E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Świętochowska U.</w:t>
            </w:r>
            <w:r>
              <w:rPr>
                <w:rFonts w:ascii="Corbel" w:hAnsi="Corbel"/>
                <w:sz w:val="24"/>
                <w:szCs w:val="24"/>
              </w:rPr>
              <w:t xml:space="preserve"> (2002).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14D63">
              <w:rPr>
                <w:rFonts w:ascii="Corbel" w:hAnsi="Corbel"/>
                <w:i/>
                <w:iCs/>
                <w:sz w:val="24"/>
                <w:szCs w:val="24"/>
              </w:rPr>
              <w:t>Patologie cywilizacji współczesnej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Pr="00214D63">
              <w:rPr>
                <w:rFonts w:ascii="Corbel" w:hAnsi="Corbel"/>
                <w:sz w:val="24"/>
                <w:szCs w:val="24"/>
              </w:rPr>
              <w:t>Toruń: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Wyd</w:t>
            </w:r>
            <w:r>
              <w:rPr>
                <w:rFonts w:ascii="Corbel" w:hAnsi="Corbel"/>
                <w:sz w:val="24"/>
                <w:szCs w:val="24"/>
              </w:rPr>
              <w:t>awnictwo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A. Marszałek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DBC463A" w14:textId="77777777" w:rsidR="0085747A" w:rsidRPr="0003666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DF2231" w14:textId="77777777" w:rsidR="0085747A" w:rsidRPr="0003666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3666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36663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02E8A" w14:textId="77777777" w:rsidR="00910136" w:rsidRDefault="00910136" w:rsidP="00C16ABF">
      <w:pPr>
        <w:spacing w:after="0" w:line="240" w:lineRule="auto"/>
      </w:pPr>
      <w:r>
        <w:separator/>
      </w:r>
    </w:p>
  </w:endnote>
  <w:endnote w:type="continuationSeparator" w:id="0">
    <w:p w14:paraId="4A24855E" w14:textId="77777777" w:rsidR="00910136" w:rsidRDefault="0091013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3247625"/>
      <w:docPartObj>
        <w:docPartGallery w:val="Page Numbers (Bottom of Page)"/>
        <w:docPartUnique/>
      </w:docPartObj>
    </w:sdtPr>
    <w:sdtEndPr/>
    <w:sdtContent>
      <w:p w14:paraId="3D364EBB" w14:textId="77777777" w:rsidR="008A5D81" w:rsidRDefault="003A059A">
        <w:pPr>
          <w:pStyle w:val="Stopka"/>
          <w:jc w:val="right"/>
        </w:pPr>
        <w:r>
          <w:fldChar w:fldCharType="begin"/>
        </w:r>
        <w:r w:rsidR="008A5D81">
          <w:instrText>PAGE   \* MERGEFORMAT</w:instrText>
        </w:r>
        <w:r>
          <w:fldChar w:fldCharType="separate"/>
        </w:r>
        <w:r w:rsidR="00A70FAC">
          <w:rPr>
            <w:noProof/>
          </w:rPr>
          <w:t>5</w:t>
        </w:r>
        <w:r>
          <w:fldChar w:fldCharType="end"/>
        </w:r>
      </w:p>
    </w:sdtContent>
  </w:sdt>
  <w:p w14:paraId="67771ED8" w14:textId="77777777" w:rsidR="008A5D81" w:rsidRDefault="008A5D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8902B" w14:textId="77777777" w:rsidR="00910136" w:rsidRDefault="00910136" w:rsidP="00C16ABF">
      <w:pPr>
        <w:spacing w:after="0" w:line="240" w:lineRule="auto"/>
      </w:pPr>
      <w:r>
        <w:separator/>
      </w:r>
    </w:p>
  </w:footnote>
  <w:footnote w:type="continuationSeparator" w:id="0">
    <w:p w14:paraId="6B09BE03" w14:textId="77777777" w:rsidR="00910136" w:rsidRDefault="00910136" w:rsidP="00C16ABF">
      <w:pPr>
        <w:spacing w:after="0" w:line="240" w:lineRule="auto"/>
      </w:pPr>
      <w:r>
        <w:continuationSeparator/>
      </w:r>
    </w:p>
  </w:footnote>
  <w:footnote w:id="1">
    <w:p w14:paraId="267E1A6C" w14:textId="77777777" w:rsidR="00036663" w:rsidRDefault="00036663" w:rsidP="0003666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12E72"/>
    <w:multiLevelType w:val="hybridMultilevel"/>
    <w:tmpl w:val="1AAA57C6"/>
    <w:lvl w:ilvl="0" w:tplc="0415000F">
      <w:start w:val="1"/>
      <w:numFmt w:val="decimal"/>
      <w:lvlText w:val="%1.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105707E8"/>
    <w:multiLevelType w:val="hybridMultilevel"/>
    <w:tmpl w:val="38F6ADD0"/>
    <w:lvl w:ilvl="0" w:tplc="0756BE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0396459"/>
    <w:multiLevelType w:val="hybridMultilevel"/>
    <w:tmpl w:val="DA48A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087764"/>
    <w:multiLevelType w:val="hybridMultilevel"/>
    <w:tmpl w:val="2C9498C8"/>
    <w:lvl w:ilvl="0" w:tplc="E2985F6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485D9A"/>
    <w:multiLevelType w:val="hybridMultilevel"/>
    <w:tmpl w:val="545E13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EA8"/>
    <w:rsid w:val="00022ECE"/>
    <w:rsid w:val="00036663"/>
    <w:rsid w:val="00042A51"/>
    <w:rsid w:val="00042D2E"/>
    <w:rsid w:val="00044C82"/>
    <w:rsid w:val="00070ED6"/>
    <w:rsid w:val="000742DC"/>
    <w:rsid w:val="00084C12"/>
    <w:rsid w:val="00093E10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141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10DF"/>
    <w:rsid w:val="001A70D2"/>
    <w:rsid w:val="001B1B1E"/>
    <w:rsid w:val="001D657B"/>
    <w:rsid w:val="001D7B54"/>
    <w:rsid w:val="001E0209"/>
    <w:rsid w:val="001F07E9"/>
    <w:rsid w:val="001F2CA2"/>
    <w:rsid w:val="002144C0"/>
    <w:rsid w:val="0022105B"/>
    <w:rsid w:val="0022477D"/>
    <w:rsid w:val="002278A9"/>
    <w:rsid w:val="002336F9"/>
    <w:rsid w:val="0024028F"/>
    <w:rsid w:val="00244ABC"/>
    <w:rsid w:val="00281FF2"/>
    <w:rsid w:val="002857DE"/>
    <w:rsid w:val="00291567"/>
    <w:rsid w:val="002A0404"/>
    <w:rsid w:val="002A22BF"/>
    <w:rsid w:val="002A2389"/>
    <w:rsid w:val="002A671D"/>
    <w:rsid w:val="002B4D55"/>
    <w:rsid w:val="002B5EA0"/>
    <w:rsid w:val="002B6119"/>
    <w:rsid w:val="002B77C8"/>
    <w:rsid w:val="002C1F06"/>
    <w:rsid w:val="002C5920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2E9C"/>
    <w:rsid w:val="003A059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5A0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67A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416D"/>
    <w:rsid w:val="00517C63"/>
    <w:rsid w:val="00521227"/>
    <w:rsid w:val="005363C4"/>
    <w:rsid w:val="00536BDE"/>
    <w:rsid w:val="00543ACC"/>
    <w:rsid w:val="0056696D"/>
    <w:rsid w:val="005720DA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8C1"/>
    <w:rsid w:val="00671958"/>
    <w:rsid w:val="00675843"/>
    <w:rsid w:val="00696477"/>
    <w:rsid w:val="006B5DF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1E39"/>
    <w:rsid w:val="008552A2"/>
    <w:rsid w:val="0085747A"/>
    <w:rsid w:val="00884922"/>
    <w:rsid w:val="00885F64"/>
    <w:rsid w:val="008917F9"/>
    <w:rsid w:val="008A45F7"/>
    <w:rsid w:val="008A5D81"/>
    <w:rsid w:val="008C0CC0"/>
    <w:rsid w:val="008C19A9"/>
    <w:rsid w:val="008C379D"/>
    <w:rsid w:val="008C5147"/>
    <w:rsid w:val="008C5359"/>
    <w:rsid w:val="008C5363"/>
    <w:rsid w:val="008D3DFB"/>
    <w:rsid w:val="008E2912"/>
    <w:rsid w:val="008E64F4"/>
    <w:rsid w:val="008F12C9"/>
    <w:rsid w:val="008F6E29"/>
    <w:rsid w:val="00910136"/>
    <w:rsid w:val="00913DD3"/>
    <w:rsid w:val="00914966"/>
    <w:rsid w:val="00916188"/>
    <w:rsid w:val="00923D7D"/>
    <w:rsid w:val="009508DF"/>
    <w:rsid w:val="00950DAC"/>
    <w:rsid w:val="00954A07"/>
    <w:rsid w:val="00973AFB"/>
    <w:rsid w:val="00997F14"/>
    <w:rsid w:val="009A78D9"/>
    <w:rsid w:val="009C3E31"/>
    <w:rsid w:val="009C54AE"/>
    <w:rsid w:val="009C788E"/>
    <w:rsid w:val="009D3F3B"/>
    <w:rsid w:val="009E02FA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10E"/>
    <w:rsid w:val="00A70FA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037E"/>
    <w:rsid w:val="00B607DB"/>
    <w:rsid w:val="00B66529"/>
    <w:rsid w:val="00B75946"/>
    <w:rsid w:val="00B8056E"/>
    <w:rsid w:val="00B819C8"/>
    <w:rsid w:val="00B82308"/>
    <w:rsid w:val="00B90885"/>
    <w:rsid w:val="00BB520A"/>
    <w:rsid w:val="00BC77C8"/>
    <w:rsid w:val="00BD3869"/>
    <w:rsid w:val="00BD66E9"/>
    <w:rsid w:val="00BD6FF4"/>
    <w:rsid w:val="00BE49C8"/>
    <w:rsid w:val="00BF2C41"/>
    <w:rsid w:val="00C058B4"/>
    <w:rsid w:val="00C05F44"/>
    <w:rsid w:val="00C131B5"/>
    <w:rsid w:val="00C16ABF"/>
    <w:rsid w:val="00C170AE"/>
    <w:rsid w:val="00C26CB7"/>
    <w:rsid w:val="00C31BDD"/>
    <w:rsid w:val="00C324C1"/>
    <w:rsid w:val="00C36992"/>
    <w:rsid w:val="00C53386"/>
    <w:rsid w:val="00C56036"/>
    <w:rsid w:val="00C61DC5"/>
    <w:rsid w:val="00C67E92"/>
    <w:rsid w:val="00C70A26"/>
    <w:rsid w:val="00C766DF"/>
    <w:rsid w:val="00C803ED"/>
    <w:rsid w:val="00C94B98"/>
    <w:rsid w:val="00CA2494"/>
    <w:rsid w:val="00CA2B96"/>
    <w:rsid w:val="00CA5089"/>
    <w:rsid w:val="00CA6B5C"/>
    <w:rsid w:val="00CD6897"/>
    <w:rsid w:val="00CE5BAC"/>
    <w:rsid w:val="00CF25BE"/>
    <w:rsid w:val="00CF78ED"/>
    <w:rsid w:val="00D02B25"/>
    <w:rsid w:val="00D02EBA"/>
    <w:rsid w:val="00D1716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2C58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3490"/>
    <w:rsid w:val="00F17567"/>
    <w:rsid w:val="00F27A7B"/>
    <w:rsid w:val="00F526AF"/>
    <w:rsid w:val="00F617C3"/>
    <w:rsid w:val="00F7066B"/>
    <w:rsid w:val="00F74EDF"/>
    <w:rsid w:val="00F83B28"/>
    <w:rsid w:val="00F974DA"/>
    <w:rsid w:val="00FA46E5"/>
    <w:rsid w:val="00FB7DBA"/>
    <w:rsid w:val="00FC1C25"/>
    <w:rsid w:val="00FC30F8"/>
    <w:rsid w:val="00FC3F45"/>
    <w:rsid w:val="00FD4157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87951"/>
  <w15:docId w15:val="{28BEA583-8F76-4C77-B526-DF4BD243B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7E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7E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7EA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7E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7EA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2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20BEE9-AA74-4B85-9339-2F0B609060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A51D53-1197-4558-A9DF-B818734C0147}"/>
</file>

<file path=customXml/itemProps3.xml><?xml version="1.0" encoding="utf-8"?>
<ds:datastoreItem xmlns:ds="http://schemas.openxmlformats.org/officeDocument/2006/customXml" ds:itemID="{B6D190F4-D451-4F2C-A526-4ADD81AF6332}"/>
</file>

<file path=customXml/itemProps4.xml><?xml version="1.0" encoding="utf-8"?>
<ds:datastoreItem xmlns:ds="http://schemas.openxmlformats.org/officeDocument/2006/customXml" ds:itemID="{4C99A5D7-43F0-4F3C-B310-97D4FA14C834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6</Pages>
  <Words>1309</Words>
  <Characters>7854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9</cp:revision>
  <cp:lastPrinted>2019-02-06T12:12:00Z</cp:lastPrinted>
  <dcterms:created xsi:type="dcterms:W3CDTF">2020-11-03T07:41:00Z</dcterms:created>
  <dcterms:modified xsi:type="dcterms:W3CDTF">2021-10-01T14:41:00Z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